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603"/>
        <w:gridCol w:w="2437"/>
      </w:tblGrid>
      <w:tr w:rsidR="00F875FC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F875FC" w:rsidRDefault="00F875FC" w:rsidP="00F875FC">
            <w:pPr>
              <w:pStyle w:val="Month"/>
              <w:jc w:val="both"/>
              <w:rPr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12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 w:rsidRPr="00F875FC">
              <w:rPr>
                <w:color w:val="000000" w:themeColor="text1"/>
                <w:sz w:val="24"/>
                <w:szCs w:val="24"/>
              </w:rPr>
              <w:t>5Wk Evening Class April/May (April 1-May1)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F875FC" w:rsidRDefault="00F875FC" w:rsidP="004E09C4">
            <w:pPr>
              <w:pStyle w:val="Year"/>
            </w:pPr>
            <w:r>
              <w:t>2013</w:t>
            </w:r>
          </w:p>
        </w:tc>
      </w:tr>
    </w:tbl>
    <w:p w:rsidR="00FC6B80" w:rsidRPr="003232F2" w:rsidRDefault="00FC6B80" w:rsidP="003232F2">
      <w:pPr>
        <w:pStyle w:val="Heading2"/>
        <w:rPr>
          <w:sz w:val="22"/>
          <w:szCs w:val="22"/>
        </w:rPr>
      </w:pPr>
    </w:p>
    <w:tbl>
      <w:tblPr>
        <w:tblW w:w="14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6"/>
        <w:gridCol w:w="2142"/>
        <w:gridCol w:w="2160"/>
        <w:gridCol w:w="2070"/>
        <w:gridCol w:w="2160"/>
        <w:gridCol w:w="1710"/>
        <w:gridCol w:w="1854"/>
      </w:tblGrid>
      <w:tr w:rsidR="00FC6B80" w:rsidTr="00763B85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2142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7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171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1854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FC6B80" w:rsidTr="00763B85">
        <w:trPr>
          <w:trHeight w:hRule="exact" w:val="1297"/>
        </w:trPr>
        <w:tc>
          <w:tcPr>
            <w:tcW w:w="2016" w:type="dxa"/>
            <w:shd w:val="clear" w:color="auto" w:fill="D9D9D9" w:themeFill="background1" w:themeFillShade="D9"/>
          </w:tcPr>
          <w:p w:rsidR="00FC6B80" w:rsidRPr="00D905A7" w:rsidRDefault="00FC6B80" w:rsidP="00687943">
            <w:pPr>
              <w:rPr>
                <w:sz w:val="24"/>
              </w:rPr>
            </w:pPr>
          </w:p>
        </w:tc>
        <w:tc>
          <w:tcPr>
            <w:tcW w:w="2142" w:type="dxa"/>
          </w:tcPr>
          <w:p w:rsidR="001154AA" w:rsidRDefault="00687943" w:rsidP="003232F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3525" w:rsidRPr="006F3DF4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7C58CE" w:rsidRDefault="0068794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E3525" w:rsidRPr="006F3DF4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070" w:type="dxa"/>
          </w:tcPr>
          <w:p w:rsidR="001154AA" w:rsidRDefault="00687943" w:rsidP="00687943">
            <w:pPr>
              <w:tabs>
                <w:tab w:val="center" w:pos="90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</w:r>
          </w:p>
          <w:p w:rsidR="009E3525" w:rsidRPr="006F3DF4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FC6B80" w:rsidRDefault="00687943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9E3525" w:rsidRPr="006F3DF4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1710" w:type="dxa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4" w:type="dxa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FC6B80" w:rsidTr="00763B85">
        <w:trPr>
          <w:trHeight w:hRule="exact" w:val="1171"/>
        </w:trPr>
        <w:tc>
          <w:tcPr>
            <w:tcW w:w="2016" w:type="dxa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42" w:type="dxa"/>
          </w:tcPr>
          <w:p w:rsidR="007C58CE" w:rsidRDefault="00687943" w:rsidP="00323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:rsidR="009E3525" w:rsidRPr="006F3DF4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9E3525">
            <w:pPr>
              <w:jc w:val="center"/>
              <w:rPr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7C58CE" w:rsidRDefault="00687943" w:rsidP="007C58CE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9E3525" w:rsidRPr="006F3DF4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070" w:type="dxa"/>
          </w:tcPr>
          <w:p w:rsidR="007C58CE" w:rsidRDefault="00687943" w:rsidP="007C58CE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9E3525" w:rsidRPr="006F3DF4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7C58CE" w:rsidRDefault="00687943" w:rsidP="007C58CE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9E3525" w:rsidRPr="006F3DF4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1710" w:type="dxa"/>
            <w:shd w:val="clear" w:color="auto" w:fill="FFFFFF" w:themeFill="background1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54" w:type="dxa"/>
            <w:shd w:val="clear" w:color="auto" w:fill="FFFFFF" w:themeFill="background1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FC6B80" w:rsidTr="00763B85">
        <w:trPr>
          <w:trHeight w:hRule="exact" w:val="1261"/>
        </w:trPr>
        <w:tc>
          <w:tcPr>
            <w:tcW w:w="2016" w:type="dxa"/>
            <w:shd w:val="clear" w:color="auto" w:fill="FFFFFF" w:themeFill="background1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42" w:type="dxa"/>
            <w:shd w:val="clear" w:color="auto" w:fill="FFFFFF" w:themeFill="background1"/>
          </w:tcPr>
          <w:p w:rsidR="00257903" w:rsidRDefault="00687943" w:rsidP="00257903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9E3525" w:rsidRPr="006F3DF4" w:rsidRDefault="009E3525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F12BBA">
            <w:pPr>
              <w:jc w:val="center"/>
              <w:rPr>
                <w:sz w:val="24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  <w:shd w:val="clear" w:color="auto" w:fill="FFFFFF" w:themeFill="background1"/>
              </w:rPr>
              <w:t>-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FFFFFF" w:themeFill="background1"/>
          </w:tcPr>
          <w:p w:rsidR="00257903" w:rsidRDefault="00687943" w:rsidP="00257903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9E3525" w:rsidRPr="006F3DF4" w:rsidRDefault="009E3525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F12BBA">
            <w:pPr>
              <w:jc w:val="center"/>
              <w:rPr>
                <w:sz w:val="24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070" w:type="dxa"/>
            <w:shd w:val="clear" w:color="auto" w:fill="FFFFFF" w:themeFill="background1"/>
          </w:tcPr>
          <w:p w:rsidR="00257903" w:rsidRDefault="00687943" w:rsidP="00257903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9E3525" w:rsidRPr="006F3DF4" w:rsidRDefault="00F12BBA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F12BBA">
            <w:pPr>
              <w:jc w:val="center"/>
              <w:rPr>
                <w:b/>
                <w:sz w:val="24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FFFFFF" w:themeFill="background1"/>
          </w:tcPr>
          <w:p w:rsidR="00257903" w:rsidRDefault="00687943" w:rsidP="00257903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F12BBA" w:rsidRPr="006F3DF4" w:rsidRDefault="00F12BBA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1710" w:type="dxa"/>
            <w:shd w:val="clear" w:color="auto" w:fill="FFFFFF" w:themeFill="background1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54" w:type="dxa"/>
            <w:shd w:val="clear" w:color="auto" w:fill="FFFFFF" w:themeFill="background1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687943" w:rsidTr="00763B85">
        <w:trPr>
          <w:trHeight w:hRule="exact" w:val="1171"/>
        </w:trPr>
        <w:tc>
          <w:tcPr>
            <w:tcW w:w="2016" w:type="dxa"/>
            <w:shd w:val="clear" w:color="auto" w:fill="FFFFFF" w:themeFill="background1"/>
          </w:tcPr>
          <w:p w:rsidR="00D905A7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42" w:type="dxa"/>
            <w:shd w:val="clear" w:color="auto" w:fill="FFFFFF" w:themeFill="background1"/>
          </w:tcPr>
          <w:p w:rsidR="00257903" w:rsidRDefault="00687943" w:rsidP="003232F2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22</w:t>
            </w:r>
          </w:p>
          <w:p w:rsidR="00F12BBA" w:rsidRPr="006F3DF4" w:rsidRDefault="00F12BBA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F12BBA" w:rsidRPr="006F3DF4" w:rsidRDefault="00F12BBA" w:rsidP="00F12BBA">
            <w:pPr>
              <w:jc w:val="center"/>
              <w:rPr>
                <w:rFonts w:ascii="Felix Titling" w:hAnsi="Felix Titling"/>
                <w:color w:val="000000" w:themeColor="text1"/>
                <w:sz w:val="24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  <w:p w:rsidR="00F12BBA" w:rsidRPr="009E3525" w:rsidRDefault="00F12BBA" w:rsidP="00F12BBA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257903" w:rsidRDefault="00687943" w:rsidP="00257903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F12BBA" w:rsidRPr="006F3DF4" w:rsidRDefault="00F12BBA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F12BBA" w:rsidRPr="006F3DF4" w:rsidRDefault="00F12BBA" w:rsidP="00F12BBA">
            <w:pPr>
              <w:jc w:val="center"/>
              <w:rPr>
                <w:rFonts w:ascii="Felix Titling" w:hAnsi="Felix Titling"/>
                <w:sz w:val="24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</w:p>
        </w:tc>
        <w:tc>
          <w:tcPr>
            <w:tcW w:w="2070" w:type="dxa"/>
            <w:shd w:val="clear" w:color="auto" w:fill="FFFFFF" w:themeFill="background1"/>
          </w:tcPr>
          <w:p w:rsidR="00257903" w:rsidRDefault="00687943" w:rsidP="00257903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  <w:p w:rsidR="00F12BBA" w:rsidRPr="00186448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STNA CLINCAL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B15D1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186448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186448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FFFFFF" w:themeFill="background1"/>
          </w:tcPr>
          <w:p w:rsidR="00257903" w:rsidRDefault="00687943" w:rsidP="00257903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F12BBA" w:rsidRPr="00186448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B15D1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186448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186448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</w:tc>
        <w:tc>
          <w:tcPr>
            <w:tcW w:w="1710" w:type="dxa"/>
            <w:shd w:val="clear" w:color="auto" w:fill="FFFFFF" w:themeFill="background1"/>
          </w:tcPr>
          <w:p w:rsidR="00D905A7" w:rsidRPr="00D905A7" w:rsidRDefault="00687943" w:rsidP="00687943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54" w:type="dxa"/>
            <w:shd w:val="clear" w:color="auto" w:fill="FFFFFF" w:themeFill="background1"/>
          </w:tcPr>
          <w:p w:rsidR="00D905A7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FC6B80" w:rsidTr="00763B85">
        <w:trPr>
          <w:trHeight w:hRule="exact" w:val="1252"/>
        </w:trPr>
        <w:tc>
          <w:tcPr>
            <w:tcW w:w="2016" w:type="dxa"/>
            <w:shd w:val="clear" w:color="auto" w:fill="FFFFFF" w:themeFill="background1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42" w:type="dxa"/>
            <w:shd w:val="clear" w:color="auto" w:fill="FFFFFF" w:themeFill="background1"/>
          </w:tcPr>
          <w:p w:rsidR="00257903" w:rsidRDefault="00687943" w:rsidP="00257903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  <w:p w:rsidR="00F12BBA" w:rsidRPr="00186448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B15D1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186448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186448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FFFFFF" w:themeFill="background1"/>
          </w:tcPr>
          <w:p w:rsidR="00FC6B80" w:rsidRDefault="00687943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F12BBA" w:rsidRPr="00186448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186448" w:rsidRDefault="00F12BBA" w:rsidP="00F12BBA">
            <w:pPr>
              <w:jc w:val="center"/>
              <w:rPr>
                <w:rFonts w:ascii="Cooper Black" w:hAnsi="Cooper Black"/>
                <w:sz w:val="24"/>
              </w:rPr>
            </w:pPr>
            <w:r w:rsidRPr="00186448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B15D1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186448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186448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  <w:p w:rsidR="00257903" w:rsidRPr="00D905A7" w:rsidRDefault="00257903" w:rsidP="00257903">
            <w:pPr>
              <w:rPr>
                <w:sz w:val="24"/>
              </w:rPr>
            </w:pPr>
          </w:p>
        </w:tc>
        <w:tc>
          <w:tcPr>
            <w:tcW w:w="2070" w:type="dxa"/>
            <w:shd w:val="clear" w:color="auto" w:fill="D9D9D9" w:themeFill="background1" w:themeFillShade="D9"/>
          </w:tcPr>
          <w:p w:rsidR="00B0477D" w:rsidRDefault="00B0477D" w:rsidP="00257903">
            <w:pPr>
              <w:rPr>
                <w:sz w:val="24"/>
              </w:rPr>
            </w:pPr>
            <w:r>
              <w:rPr>
                <w:sz w:val="24"/>
              </w:rPr>
              <w:t xml:space="preserve">May </w:t>
            </w:r>
            <w:r w:rsidR="00687943">
              <w:rPr>
                <w:sz w:val="24"/>
              </w:rPr>
              <w:t>1</w:t>
            </w:r>
          </w:p>
          <w:p w:rsidR="00F12BBA" w:rsidRPr="006F3DF4" w:rsidRDefault="00F12BBA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6F3DF4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B15D11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6F3DF4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186448" w:rsidRPr="006F3DF4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Pr="00D905A7" w:rsidRDefault="00687943" w:rsidP="0009206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FC6B80" w:rsidRPr="00D905A7" w:rsidRDefault="00687943" w:rsidP="00092064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4" w:type="dxa"/>
            <w:shd w:val="clear" w:color="auto" w:fill="D9D9D9" w:themeFill="background1" w:themeFillShade="D9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C6B80" w:rsidTr="00763B85">
        <w:trPr>
          <w:trHeight w:hRule="exact" w:val="1351"/>
        </w:trPr>
        <w:tc>
          <w:tcPr>
            <w:tcW w:w="2016" w:type="dxa"/>
            <w:shd w:val="clear" w:color="auto" w:fill="D9D9D9" w:themeFill="background1" w:themeFillShade="D9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42" w:type="dxa"/>
            <w:shd w:val="clear" w:color="auto" w:fill="D9D9D9" w:themeFill="background1" w:themeFillShade="D9"/>
          </w:tcPr>
          <w:p w:rsidR="00810A16" w:rsidRPr="00F12BBA" w:rsidRDefault="00687943" w:rsidP="00F12BB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810A16" w:rsidRPr="00D905A7" w:rsidRDefault="00687943" w:rsidP="00092064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810A16" w:rsidRPr="00D905A7" w:rsidRDefault="00687943" w:rsidP="0009206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Pr="00D905A7" w:rsidRDefault="00687943" w:rsidP="00257903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54" w:type="dxa"/>
            <w:shd w:val="clear" w:color="auto" w:fill="D9D9D9" w:themeFill="background1" w:themeFillShade="D9"/>
          </w:tcPr>
          <w:p w:rsidR="00FC6B80" w:rsidRPr="00D905A7" w:rsidRDefault="00687943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FC6B80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422E6"/>
    <w:rsid w:val="00092064"/>
    <w:rsid w:val="001154AA"/>
    <w:rsid w:val="00186448"/>
    <w:rsid w:val="002162C3"/>
    <w:rsid w:val="00257903"/>
    <w:rsid w:val="003232F2"/>
    <w:rsid w:val="0032585F"/>
    <w:rsid w:val="0039716D"/>
    <w:rsid w:val="003D3677"/>
    <w:rsid w:val="003D4059"/>
    <w:rsid w:val="004503ED"/>
    <w:rsid w:val="005B4A28"/>
    <w:rsid w:val="00687943"/>
    <w:rsid w:val="006B4EB8"/>
    <w:rsid w:val="006F3DF4"/>
    <w:rsid w:val="00734CBD"/>
    <w:rsid w:val="00763B85"/>
    <w:rsid w:val="007C58CE"/>
    <w:rsid w:val="007D6A1C"/>
    <w:rsid w:val="00810A16"/>
    <w:rsid w:val="00812F4B"/>
    <w:rsid w:val="00881C25"/>
    <w:rsid w:val="008B246D"/>
    <w:rsid w:val="009A28F0"/>
    <w:rsid w:val="009E3525"/>
    <w:rsid w:val="00A61125"/>
    <w:rsid w:val="00B03EB3"/>
    <w:rsid w:val="00B0477D"/>
    <w:rsid w:val="00B15D11"/>
    <w:rsid w:val="00B370A5"/>
    <w:rsid w:val="00B66AA6"/>
    <w:rsid w:val="00BF4BB7"/>
    <w:rsid w:val="00CE2124"/>
    <w:rsid w:val="00D905A7"/>
    <w:rsid w:val="00DE6C79"/>
    <w:rsid w:val="00E47A3D"/>
    <w:rsid w:val="00F12BBA"/>
    <w:rsid w:val="00F875FC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F875FC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F875FC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14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8</cp:revision>
  <cp:lastPrinted>2012-11-19T18:21:00Z</cp:lastPrinted>
  <dcterms:created xsi:type="dcterms:W3CDTF">2012-11-15T20:37:00Z</dcterms:created>
  <dcterms:modified xsi:type="dcterms:W3CDTF">2012-11-21T14:33:00Z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