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F875FC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F875FC" w:rsidRDefault="00F875FC" w:rsidP="00F875FC">
            <w:pPr>
              <w:pStyle w:val="Month"/>
              <w:jc w:val="bo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2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F875FC">
              <w:rPr>
                <w:color w:val="000000" w:themeColor="text1"/>
                <w:sz w:val="24"/>
                <w:szCs w:val="24"/>
              </w:rPr>
              <w:t xml:space="preserve">5Wk </w:t>
            </w:r>
            <w:r w:rsidR="00F441FD">
              <w:rPr>
                <w:color w:val="000000" w:themeColor="text1"/>
                <w:sz w:val="24"/>
                <w:szCs w:val="24"/>
              </w:rPr>
              <w:t>Evening Class April/May (April 8-May7</w:t>
            </w:r>
            <w:r w:rsidRPr="00F875FC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F875FC" w:rsidRDefault="00F875FC" w:rsidP="004E09C4">
            <w:pPr>
              <w:pStyle w:val="Year"/>
            </w:pPr>
            <w:r>
              <w:t>2013</w:t>
            </w:r>
          </w:p>
        </w:tc>
      </w:tr>
    </w:tbl>
    <w:p w:rsidR="00FC6B80" w:rsidRPr="003232F2" w:rsidRDefault="00FC6B80" w:rsidP="003232F2">
      <w:pPr>
        <w:pStyle w:val="Heading2"/>
        <w:rPr>
          <w:sz w:val="22"/>
          <w:szCs w:val="22"/>
        </w:rPr>
      </w:pPr>
    </w:p>
    <w:tbl>
      <w:tblPr>
        <w:tblW w:w="14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6"/>
        <w:gridCol w:w="2142"/>
        <w:gridCol w:w="2160"/>
        <w:gridCol w:w="2070"/>
        <w:gridCol w:w="2160"/>
        <w:gridCol w:w="1710"/>
        <w:gridCol w:w="1854"/>
      </w:tblGrid>
      <w:tr w:rsidR="00FC6B80" w:rsidTr="00763B85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2142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7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171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1854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FC6B80" w:rsidTr="00F441FD">
        <w:trPr>
          <w:trHeight w:hRule="exact" w:val="1297"/>
        </w:trPr>
        <w:tc>
          <w:tcPr>
            <w:tcW w:w="2016" w:type="dxa"/>
            <w:shd w:val="clear" w:color="auto" w:fill="FFFFFF" w:themeFill="background1"/>
          </w:tcPr>
          <w:p w:rsidR="00FC6B80" w:rsidRPr="00D905A7" w:rsidRDefault="00E93D2A" w:rsidP="00687943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42" w:type="dxa"/>
          </w:tcPr>
          <w:p w:rsidR="001154AA" w:rsidRDefault="00E93D2A" w:rsidP="003232F2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E93D2A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</w:tcPr>
          <w:p w:rsidR="001154AA" w:rsidRDefault="00E93D2A" w:rsidP="00687943">
            <w:pPr>
              <w:tabs>
                <w:tab w:val="center" w:pos="90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  <w:r w:rsidR="00687943">
              <w:rPr>
                <w:sz w:val="24"/>
              </w:rPr>
              <w:tab/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FC6B80" w:rsidRDefault="00E93D2A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1710" w:type="dxa"/>
          </w:tcPr>
          <w:p w:rsidR="00FC6B80" w:rsidRPr="00D905A7" w:rsidRDefault="00E93D2A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54" w:type="dxa"/>
          </w:tcPr>
          <w:p w:rsidR="00FC6B80" w:rsidRPr="00D905A7" w:rsidRDefault="00E93D2A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FC6B80" w:rsidTr="00763B85">
        <w:trPr>
          <w:trHeight w:hRule="exact" w:val="1171"/>
        </w:trPr>
        <w:tc>
          <w:tcPr>
            <w:tcW w:w="2016" w:type="dxa"/>
          </w:tcPr>
          <w:p w:rsidR="00FC6B80" w:rsidRPr="00D905A7" w:rsidRDefault="00E93D2A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42" w:type="dxa"/>
          </w:tcPr>
          <w:p w:rsidR="007C58CE" w:rsidRDefault="00E93D2A" w:rsidP="00323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9E352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E93D2A" w:rsidP="007C58CE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</w:tcPr>
          <w:p w:rsidR="007C58CE" w:rsidRDefault="00E93D2A" w:rsidP="007C58CE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F441FD" w:rsidP="007C58CE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1710" w:type="dxa"/>
            <w:shd w:val="clear" w:color="auto" w:fill="FFFFFF" w:themeFill="background1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F441FD">
              <w:rPr>
                <w:sz w:val="24"/>
              </w:rPr>
              <w:t>9</w:t>
            </w:r>
          </w:p>
        </w:tc>
        <w:tc>
          <w:tcPr>
            <w:tcW w:w="1854" w:type="dxa"/>
            <w:shd w:val="clear" w:color="auto" w:fill="FFFFFF" w:themeFill="background1"/>
          </w:tcPr>
          <w:p w:rsidR="00FC6B80" w:rsidRPr="00D905A7" w:rsidRDefault="00F441FD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C6B80" w:rsidTr="00763B85">
        <w:trPr>
          <w:trHeight w:hRule="exact" w:val="1261"/>
        </w:trPr>
        <w:tc>
          <w:tcPr>
            <w:tcW w:w="2016" w:type="dxa"/>
            <w:shd w:val="clear" w:color="auto" w:fill="FFFFFF" w:themeFill="background1"/>
          </w:tcPr>
          <w:p w:rsidR="00FC6B80" w:rsidRPr="00D905A7" w:rsidRDefault="00F441FD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42" w:type="dxa"/>
            <w:shd w:val="clear" w:color="auto" w:fill="FFFFFF" w:themeFill="background1"/>
          </w:tcPr>
          <w:p w:rsidR="00257903" w:rsidRDefault="00F441FD" w:rsidP="00257903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9E3525" w:rsidRDefault="009E3525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F12BBA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 w:rsidRPr="00687943">
              <w:rPr>
                <w:b/>
                <w:sz w:val="22"/>
                <w:szCs w:val="22"/>
                <w:shd w:val="clear" w:color="auto" w:fill="FFFFFF" w:themeFill="background1"/>
              </w:rPr>
              <w:t>-</w:t>
            </w:r>
            <w:r>
              <w:rPr>
                <w:b/>
                <w:sz w:val="22"/>
                <w:szCs w:val="22"/>
              </w:rPr>
              <w:t>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FFFFFF" w:themeFill="background1"/>
          </w:tcPr>
          <w:p w:rsidR="00257903" w:rsidRDefault="00F441FD" w:rsidP="00257903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9E3525" w:rsidRDefault="009E3525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F12BBA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  <w:shd w:val="clear" w:color="auto" w:fill="FFFFFF" w:themeFill="background1"/>
          </w:tcPr>
          <w:p w:rsidR="00257903" w:rsidRDefault="00F441FD" w:rsidP="00257903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9E3525" w:rsidRPr="009E3525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F12BBA">
            <w:pPr>
              <w:jc w:val="center"/>
              <w:rPr>
                <w:b/>
                <w:sz w:val="24"/>
              </w:rPr>
            </w:pPr>
            <w:r w:rsidRPr="009E3525"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 w:rsidRPr="009E3525"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FFFFFF" w:themeFill="background1"/>
          </w:tcPr>
          <w:p w:rsidR="00257903" w:rsidRDefault="00F441FD" w:rsidP="00257903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F12BBA" w:rsidRPr="009E3525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9E3525"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 w:rsidRPr="009E3525"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1710" w:type="dxa"/>
            <w:shd w:val="clear" w:color="auto" w:fill="FFFFFF" w:themeFill="background1"/>
          </w:tcPr>
          <w:p w:rsidR="00FC6B80" w:rsidRPr="00D905A7" w:rsidRDefault="00F441FD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54" w:type="dxa"/>
            <w:shd w:val="clear" w:color="auto" w:fill="FFFFFF" w:themeFill="background1"/>
          </w:tcPr>
          <w:p w:rsidR="00FC6B80" w:rsidRPr="00D905A7" w:rsidRDefault="00F441FD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687943" w:rsidTr="00F441FD">
        <w:trPr>
          <w:trHeight w:hRule="exact" w:val="1171"/>
        </w:trPr>
        <w:tc>
          <w:tcPr>
            <w:tcW w:w="2016" w:type="dxa"/>
            <w:shd w:val="clear" w:color="auto" w:fill="FFFFFF" w:themeFill="background1"/>
          </w:tcPr>
          <w:p w:rsidR="00D905A7" w:rsidRPr="00D905A7" w:rsidRDefault="00F441FD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42" w:type="dxa"/>
            <w:shd w:val="clear" w:color="auto" w:fill="FFFFFF" w:themeFill="background1"/>
          </w:tcPr>
          <w:p w:rsidR="00257903" w:rsidRDefault="00F441FD" w:rsidP="003232F2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29</w:t>
            </w:r>
          </w:p>
          <w:p w:rsidR="00F12BBA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F12BBA" w:rsidRDefault="00F12BBA" w:rsidP="00F12BBA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  <w:p w:rsidR="00F12BBA" w:rsidRPr="009E3525" w:rsidRDefault="00F12BBA" w:rsidP="00F12BBA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257903" w:rsidRDefault="00F441FD" w:rsidP="00257903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F12BBA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F12BBA" w:rsidRDefault="00F12BBA" w:rsidP="00F12BBA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:rsidR="00257903" w:rsidRDefault="00F441FD" w:rsidP="00257903">
            <w:pPr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F12BBA" w:rsidRPr="00186448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STNA CLINCAL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B15D1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186448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186448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F441FD" w:rsidP="00257903">
            <w:pPr>
              <w:rPr>
                <w:sz w:val="24"/>
              </w:rPr>
            </w:pPr>
            <w:r>
              <w:rPr>
                <w:sz w:val="24"/>
              </w:rPr>
              <w:t>April 1</w:t>
            </w:r>
          </w:p>
          <w:p w:rsidR="00F12BBA" w:rsidRPr="00186448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B15D1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186448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186448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D905A7" w:rsidRPr="00D905A7" w:rsidRDefault="00F441FD" w:rsidP="0068794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54" w:type="dxa"/>
            <w:shd w:val="clear" w:color="auto" w:fill="D9D9D9" w:themeFill="background1" w:themeFillShade="D9"/>
          </w:tcPr>
          <w:p w:rsidR="00D905A7" w:rsidRPr="00D905A7" w:rsidRDefault="00F441FD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C6B80" w:rsidTr="00F441FD">
        <w:trPr>
          <w:trHeight w:hRule="exact" w:val="1252"/>
        </w:trPr>
        <w:tc>
          <w:tcPr>
            <w:tcW w:w="2016" w:type="dxa"/>
            <w:shd w:val="clear" w:color="auto" w:fill="D9D9D9" w:themeFill="background1" w:themeFillShade="D9"/>
          </w:tcPr>
          <w:p w:rsidR="00FC6B80" w:rsidRPr="00D905A7" w:rsidRDefault="00F441F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42" w:type="dxa"/>
            <w:shd w:val="clear" w:color="auto" w:fill="D9D9D9" w:themeFill="background1" w:themeFillShade="D9"/>
          </w:tcPr>
          <w:p w:rsidR="00257903" w:rsidRDefault="00F441FD" w:rsidP="00257903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F12BBA" w:rsidRPr="00186448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B15D1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186448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186448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C6B80" w:rsidRDefault="00F441FD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F12BBA" w:rsidRPr="00186448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186448" w:rsidRDefault="00F12BBA" w:rsidP="00F12BBA">
            <w:pPr>
              <w:jc w:val="center"/>
              <w:rPr>
                <w:rFonts w:ascii="Cooper Black" w:hAnsi="Cooper Black"/>
                <w:sz w:val="24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B15D1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186448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186448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  <w:p w:rsidR="00257903" w:rsidRPr="00D905A7" w:rsidRDefault="00257903" w:rsidP="00257903">
            <w:pPr>
              <w:rPr>
                <w:sz w:val="24"/>
              </w:rPr>
            </w:pPr>
          </w:p>
        </w:tc>
        <w:tc>
          <w:tcPr>
            <w:tcW w:w="2070" w:type="dxa"/>
            <w:shd w:val="clear" w:color="auto" w:fill="D9D9D9" w:themeFill="background1" w:themeFillShade="D9"/>
          </w:tcPr>
          <w:p w:rsidR="00B0477D" w:rsidRDefault="00F441FD" w:rsidP="00257903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F12BBA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B15D1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186448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Pr="00D905A7" w:rsidRDefault="00F441FD" w:rsidP="0009206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FC6B80" w:rsidRPr="00D905A7" w:rsidRDefault="00F441FD" w:rsidP="00092064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54" w:type="dxa"/>
            <w:shd w:val="clear" w:color="auto" w:fill="D9D9D9" w:themeFill="background1" w:themeFillShade="D9"/>
          </w:tcPr>
          <w:p w:rsidR="00FC6B80" w:rsidRPr="00D905A7" w:rsidRDefault="00F441FD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422E6"/>
    <w:rsid w:val="00092064"/>
    <w:rsid w:val="001154AA"/>
    <w:rsid w:val="00186448"/>
    <w:rsid w:val="002162C3"/>
    <w:rsid w:val="00257903"/>
    <w:rsid w:val="003232F2"/>
    <w:rsid w:val="0032585F"/>
    <w:rsid w:val="0039716D"/>
    <w:rsid w:val="003D4059"/>
    <w:rsid w:val="004503ED"/>
    <w:rsid w:val="005B4A28"/>
    <w:rsid w:val="00687943"/>
    <w:rsid w:val="006B4EB8"/>
    <w:rsid w:val="00734CBD"/>
    <w:rsid w:val="00763B85"/>
    <w:rsid w:val="007C58CE"/>
    <w:rsid w:val="007D6A1C"/>
    <w:rsid w:val="00810A16"/>
    <w:rsid w:val="00812F4B"/>
    <w:rsid w:val="00830808"/>
    <w:rsid w:val="00881C25"/>
    <w:rsid w:val="008B246D"/>
    <w:rsid w:val="009A28F0"/>
    <w:rsid w:val="009E3525"/>
    <w:rsid w:val="00A61125"/>
    <w:rsid w:val="00B03EB3"/>
    <w:rsid w:val="00B0477D"/>
    <w:rsid w:val="00B15D11"/>
    <w:rsid w:val="00B370A5"/>
    <w:rsid w:val="00B66AA6"/>
    <w:rsid w:val="00BF4BB7"/>
    <w:rsid w:val="00CE2124"/>
    <w:rsid w:val="00D905A7"/>
    <w:rsid w:val="00DE6C79"/>
    <w:rsid w:val="00E47A3D"/>
    <w:rsid w:val="00E93D2A"/>
    <w:rsid w:val="00F12BBA"/>
    <w:rsid w:val="00F441FD"/>
    <w:rsid w:val="00F875FC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F875FC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F875FC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2</cp:revision>
  <cp:lastPrinted>2012-11-19T18:21:00Z</cp:lastPrinted>
  <dcterms:created xsi:type="dcterms:W3CDTF">2013-01-02T16:07:00Z</dcterms:created>
  <dcterms:modified xsi:type="dcterms:W3CDTF">2013-01-02T16:07:00Z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