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1603"/>
        <w:gridCol w:w="2437"/>
      </w:tblGrid>
      <w:tr w:rsidR="00D11C0D" w:rsidTr="004E09C4">
        <w:trPr>
          <w:trHeight w:val="945"/>
        </w:trPr>
        <w:tc>
          <w:tcPr>
            <w:tcW w:w="413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D11C0D" w:rsidRDefault="00D11C0D" w:rsidP="00D11C0D">
            <w:pPr>
              <w:pStyle w:val="Month"/>
              <w:jc w:val="both"/>
              <w:rPr>
                <w:sz w:val="24"/>
                <w:szCs w:val="24"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367155" cy="813435"/>
                  <wp:effectExtent l="19050" t="0" r="4445" b="0"/>
                  <wp:docPr id="10" name="Picture 2" descr="Description: TIT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TIT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714" t="-50000" r="1430" b="-35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155" cy="813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1657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 xml:space="preserve">   </w:t>
            </w:r>
            <w:r w:rsidRPr="00D11C0D">
              <w:rPr>
                <w:color w:val="000000" w:themeColor="text1"/>
                <w:sz w:val="24"/>
                <w:szCs w:val="24"/>
              </w:rPr>
              <w:t>5Wk Evening Class February/March (Feb 18 – March 20)</w:t>
            </w:r>
          </w:p>
        </w:tc>
        <w:tc>
          <w:tcPr>
            <w:tcW w:w="868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D11C0D" w:rsidRDefault="00D11C0D" w:rsidP="004E09C4">
            <w:pPr>
              <w:pStyle w:val="Year"/>
            </w:pPr>
            <w:r>
              <w:t>2013</w:t>
            </w:r>
          </w:p>
        </w:tc>
      </w:tr>
    </w:tbl>
    <w:p w:rsidR="00FC6B80" w:rsidRPr="003232F2" w:rsidRDefault="00FC6B80" w:rsidP="003232F2">
      <w:pPr>
        <w:pStyle w:val="Heading2"/>
        <w:rPr>
          <w:sz w:val="22"/>
          <w:szCs w:val="22"/>
        </w:rPr>
      </w:pPr>
    </w:p>
    <w:tbl>
      <w:tblPr>
        <w:tblW w:w="1377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2160"/>
        <w:gridCol w:w="2160"/>
        <w:gridCol w:w="2070"/>
        <w:gridCol w:w="2160"/>
        <w:gridCol w:w="1800"/>
        <w:gridCol w:w="1800"/>
      </w:tblGrid>
      <w:tr w:rsidR="00FC6B80" w:rsidTr="00EC6666">
        <w:trPr>
          <w:trHeight w:hRule="exact" w:val="500"/>
        </w:trPr>
        <w:tc>
          <w:tcPr>
            <w:tcW w:w="1620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SUNDAY</w:t>
            </w:r>
          </w:p>
        </w:tc>
        <w:tc>
          <w:tcPr>
            <w:tcW w:w="2160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MONDAY</w:t>
            </w:r>
          </w:p>
        </w:tc>
        <w:tc>
          <w:tcPr>
            <w:tcW w:w="216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TUESDAY</w:t>
            </w:r>
          </w:p>
        </w:tc>
        <w:tc>
          <w:tcPr>
            <w:tcW w:w="207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WEDNESDAY</w:t>
            </w:r>
          </w:p>
        </w:tc>
        <w:tc>
          <w:tcPr>
            <w:tcW w:w="216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THURSDAY</w:t>
            </w:r>
          </w:p>
        </w:tc>
        <w:tc>
          <w:tcPr>
            <w:tcW w:w="180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FRIDAY</w:t>
            </w:r>
          </w:p>
        </w:tc>
        <w:tc>
          <w:tcPr>
            <w:tcW w:w="180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SATURDAY</w:t>
            </w:r>
          </w:p>
        </w:tc>
      </w:tr>
      <w:tr w:rsidR="00FC6B80" w:rsidTr="00EC6666">
        <w:trPr>
          <w:trHeight w:hRule="exact" w:val="1297"/>
        </w:trPr>
        <w:tc>
          <w:tcPr>
            <w:tcW w:w="1620" w:type="dxa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60" w:type="dxa"/>
          </w:tcPr>
          <w:p w:rsidR="001154AA" w:rsidRDefault="009E3525" w:rsidP="003232F2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9E3525" w:rsidRPr="00FA3491" w:rsidRDefault="009E3525" w:rsidP="009E3525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9E3525" w:rsidRP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FA3491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</w:tcPr>
          <w:p w:rsidR="007C58CE" w:rsidRDefault="009E3525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  <w:p w:rsidR="009E3525" w:rsidRPr="00FA3491" w:rsidRDefault="009E3525" w:rsidP="009E3525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FA3491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2070" w:type="dxa"/>
          </w:tcPr>
          <w:p w:rsidR="001154AA" w:rsidRDefault="009E3525" w:rsidP="003232F2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9E3525" w:rsidRPr="00FA3491" w:rsidRDefault="009E3525" w:rsidP="009E3525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FA3491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</w:tcPr>
          <w:p w:rsidR="00FC6B80" w:rsidRDefault="009E3525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  <w:p w:rsidR="009E3525" w:rsidRPr="00FA3491" w:rsidRDefault="009E3525" w:rsidP="009E3525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FA3491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1800" w:type="dxa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00" w:type="dxa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FC6B80" w:rsidTr="00EC6666">
        <w:trPr>
          <w:trHeight w:hRule="exact" w:val="1171"/>
        </w:trPr>
        <w:tc>
          <w:tcPr>
            <w:tcW w:w="1620" w:type="dxa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60" w:type="dxa"/>
          </w:tcPr>
          <w:p w:rsidR="007C58CE" w:rsidRDefault="009E3525" w:rsidP="00323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:rsidR="009E3525" w:rsidRPr="00FA3491" w:rsidRDefault="009E3525" w:rsidP="009E3525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9E3525" w:rsidRPr="009E3525" w:rsidRDefault="009E3525" w:rsidP="009E3525">
            <w:pPr>
              <w:jc w:val="center"/>
              <w:rPr>
                <w:sz w:val="22"/>
                <w:szCs w:val="22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FA3491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</w:tcPr>
          <w:p w:rsidR="007C58CE" w:rsidRDefault="009E3525" w:rsidP="007C58CE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9E3525" w:rsidRPr="00FA3491" w:rsidRDefault="009E3525" w:rsidP="009E3525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FA3491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2070" w:type="dxa"/>
          </w:tcPr>
          <w:p w:rsidR="007C58CE" w:rsidRDefault="009E3525" w:rsidP="007C58CE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  <w:p w:rsidR="009E3525" w:rsidRPr="00FA3491" w:rsidRDefault="009E3525" w:rsidP="009E3525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FA3491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</w:tcPr>
          <w:p w:rsidR="007C58CE" w:rsidRDefault="009E3525" w:rsidP="007C58CE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  <w:p w:rsidR="009E3525" w:rsidRPr="00FA3491" w:rsidRDefault="009E3525" w:rsidP="009E3525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FA3491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March 1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C6B80" w:rsidTr="00EC6666">
        <w:trPr>
          <w:trHeight w:hRule="exact" w:val="1261"/>
        </w:trPr>
        <w:tc>
          <w:tcPr>
            <w:tcW w:w="1620" w:type="dxa"/>
            <w:shd w:val="clear" w:color="auto" w:fill="D9D9D9" w:themeFill="background1" w:themeFillShade="D9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9E3525" w:rsidP="00257903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9E3525" w:rsidRPr="00FA3491" w:rsidRDefault="009E3525" w:rsidP="00F12BBA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F12BBA">
            <w:pPr>
              <w:jc w:val="center"/>
              <w:rPr>
                <w:sz w:val="24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FA3491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9E3525" w:rsidP="00257903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9E3525" w:rsidRPr="00FA3491" w:rsidRDefault="009E3525" w:rsidP="00F12BBA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F12BBA">
            <w:pPr>
              <w:jc w:val="center"/>
              <w:rPr>
                <w:sz w:val="24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FA3491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257903" w:rsidRDefault="009E3525" w:rsidP="00257903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9E3525" w:rsidRPr="00FA3491" w:rsidRDefault="00F12BBA" w:rsidP="00F12BBA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9E3525" w:rsidRPr="009E3525" w:rsidRDefault="009E3525" w:rsidP="00F12BBA">
            <w:pPr>
              <w:jc w:val="center"/>
              <w:rPr>
                <w:b/>
                <w:sz w:val="24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FA3491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9E3525" w:rsidP="00257903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:rsidR="00F12BBA" w:rsidRPr="00FA3491" w:rsidRDefault="00F12BBA" w:rsidP="00F12BBA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FA3491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D905A7" w:rsidTr="00EC6666">
        <w:trPr>
          <w:trHeight w:hRule="exact" w:val="1171"/>
        </w:trPr>
        <w:tc>
          <w:tcPr>
            <w:tcW w:w="1620" w:type="dxa"/>
            <w:shd w:val="clear" w:color="auto" w:fill="D9D9D9" w:themeFill="background1" w:themeFillShade="D9"/>
          </w:tcPr>
          <w:p w:rsidR="00D905A7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9E3525" w:rsidP="003232F2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11</w:t>
            </w:r>
          </w:p>
          <w:p w:rsidR="00F12BBA" w:rsidRPr="00FA3491" w:rsidRDefault="00F12BBA" w:rsidP="00F12BBA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F12BBA" w:rsidRPr="00FA3491" w:rsidRDefault="00F12BBA" w:rsidP="00F12BBA">
            <w:pPr>
              <w:jc w:val="center"/>
              <w:rPr>
                <w:rFonts w:ascii="Felix Titling" w:hAnsi="Felix Titling"/>
                <w:color w:val="000000" w:themeColor="text1"/>
                <w:sz w:val="24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FA3491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  <w:p w:rsidR="00F12BBA" w:rsidRPr="009E3525" w:rsidRDefault="00F12BBA" w:rsidP="00F12BBA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9E3525" w:rsidP="00257903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F12BBA" w:rsidRPr="00FA3491" w:rsidRDefault="00F12BBA" w:rsidP="00F12BBA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F12BBA" w:rsidRPr="00FA3491" w:rsidRDefault="00F12BBA" w:rsidP="00F12BBA">
            <w:pPr>
              <w:jc w:val="center"/>
              <w:rPr>
                <w:rFonts w:ascii="Felix Titling" w:hAnsi="Felix Titling"/>
                <w:sz w:val="24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FA3491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D11C0D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</w:p>
        </w:tc>
        <w:tc>
          <w:tcPr>
            <w:tcW w:w="2070" w:type="dxa"/>
            <w:shd w:val="clear" w:color="auto" w:fill="D9D9D9" w:themeFill="background1" w:themeFillShade="D9"/>
          </w:tcPr>
          <w:p w:rsidR="00257903" w:rsidRDefault="009E3525" w:rsidP="00257903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F12BBA" w:rsidRPr="00677DA1" w:rsidRDefault="00F12BBA" w:rsidP="00F12BBA">
            <w:pPr>
              <w:jc w:val="center"/>
              <w:rPr>
                <w:rFonts w:ascii="Cooper Black" w:hAnsi="Cooper Black"/>
                <w:b/>
                <w:sz w:val="22"/>
                <w:szCs w:val="22"/>
              </w:rPr>
            </w:pPr>
            <w:r w:rsidRPr="00677DA1">
              <w:rPr>
                <w:rFonts w:ascii="Cooper Black" w:hAnsi="Cooper Black"/>
                <w:b/>
                <w:sz w:val="22"/>
                <w:szCs w:val="22"/>
              </w:rPr>
              <w:t>STNA CLINCAL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  <w:r w:rsidRPr="00677DA1">
              <w:rPr>
                <w:rFonts w:ascii="Cooper Black" w:hAnsi="Cooper Black"/>
                <w:b/>
                <w:sz w:val="22"/>
                <w:szCs w:val="22"/>
              </w:rPr>
              <w:t>5:30</w:t>
            </w:r>
            <w:r w:rsidR="00D11C0D" w:rsidRPr="00677DA1">
              <w:rPr>
                <w:rFonts w:ascii="Cooper Black" w:hAnsi="Cooper Black"/>
                <w:b/>
                <w:sz w:val="22"/>
                <w:szCs w:val="22"/>
              </w:rPr>
              <w:t>PM</w:t>
            </w:r>
            <w:r w:rsidRPr="00677DA1">
              <w:rPr>
                <w:rFonts w:ascii="Cooper Black" w:hAnsi="Cooper Black"/>
                <w:b/>
                <w:sz w:val="22"/>
                <w:szCs w:val="22"/>
              </w:rPr>
              <w:t>-9:45</w:t>
            </w:r>
            <w:r w:rsidR="00D11C0D" w:rsidRPr="00677DA1">
              <w:rPr>
                <w:rFonts w:ascii="Cooper Black" w:hAnsi="Cooper Black"/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9E3525" w:rsidP="00257903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F12BBA" w:rsidRPr="00677DA1" w:rsidRDefault="00F12BBA" w:rsidP="00F12BBA">
            <w:pPr>
              <w:jc w:val="center"/>
              <w:rPr>
                <w:rFonts w:ascii="Cooper Black" w:hAnsi="Cooper Black"/>
                <w:b/>
                <w:sz w:val="22"/>
                <w:szCs w:val="22"/>
              </w:rPr>
            </w:pPr>
            <w:r w:rsidRPr="00677DA1">
              <w:rPr>
                <w:rFonts w:ascii="Cooper Black" w:hAnsi="Cooper Black"/>
                <w:b/>
                <w:sz w:val="22"/>
                <w:szCs w:val="22"/>
              </w:rPr>
              <w:t>STNA CLINICAL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  <w:r w:rsidRPr="00677DA1">
              <w:rPr>
                <w:rFonts w:ascii="Cooper Black" w:hAnsi="Cooper Black"/>
                <w:b/>
                <w:sz w:val="22"/>
                <w:szCs w:val="22"/>
              </w:rPr>
              <w:t>5:30</w:t>
            </w:r>
            <w:r w:rsidR="00D11C0D" w:rsidRPr="00677DA1">
              <w:rPr>
                <w:rFonts w:ascii="Cooper Black" w:hAnsi="Cooper Black"/>
                <w:b/>
                <w:sz w:val="22"/>
                <w:szCs w:val="22"/>
              </w:rPr>
              <w:t>PM</w:t>
            </w:r>
            <w:r w:rsidRPr="00677DA1">
              <w:rPr>
                <w:rFonts w:ascii="Cooper Black" w:hAnsi="Cooper Black"/>
                <w:b/>
                <w:sz w:val="22"/>
                <w:szCs w:val="22"/>
              </w:rPr>
              <w:t>-9:45</w:t>
            </w:r>
            <w:r w:rsidR="00D11C0D" w:rsidRPr="00677DA1">
              <w:rPr>
                <w:rFonts w:ascii="Cooper Black" w:hAnsi="Cooper Black"/>
                <w:b/>
                <w:sz w:val="22"/>
                <w:szCs w:val="22"/>
              </w:rPr>
              <w:t>PM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D905A7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D905A7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FC6B80" w:rsidTr="00EC6666">
        <w:trPr>
          <w:trHeight w:hRule="exact" w:val="1252"/>
        </w:trPr>
        <w:tc>
          <w:tcPr>
            <w:tcW w:w="1620" w:type="dxa"/>
            <w:shd w:val="clear" w:color="auto" w:fill="D9D9D9" w:themeFill="background1" w:themeFillShade="D9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9E3525" w:rsidP="00257903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F12BBA" w:rsidRPr="00D11C0D" w:rsidRDefault="00F12BBA" w:rsidP="00F12BBA">
            <w:pPr>
              <w:jc w:val="center"/>
              <w:rPr>
                <w:rFonts w:ascii="Cooper Black" w:hAnsi="Cooper Black"/>
                <w:b/>
                <w:sz w:val="22"/>
                <w:szCs w:val="22"/>
              </w:rPr>
            </w:pPr>
            <w:r w:rsidRPr="00D11C0D">
              <w:rPr>
                <w:rFonts w:ascii="Cooper Black" w:hAnsi="Cooper Black"/>
                <w:b/>
                <w:sz w:val="22"/>
                <w:szCs w:val="22"/>
              </w:rPr>
              <w:t>STNA CLINICAL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  <w:r w:rsidRPr="00D11C0D">
              <w:rPr>
                <w:rFonts w:ascii="Cooper Black" w:hAnsi="Cooper Black"/>
                <w:b/>
                <w:sz w:val="22"/>
                <w:szCs w:val="22"/>
              </w:rPr>
              <w:t>5:30</w:t>
            </w:r>
            <w:r w:rsidR="00677DA1">
              <w:rPr>
                <w:rFonts w:ascii="Cooper Black" w:hAnsi="Cooper Black"/>
                <w:b/>
                <w:sz w:val="22"/>
                <w:szCs w:val="22"/>
              </w:rPr>
              <w:t>PM</w:t>
            </w:r>
            <w:r w:rsidRPr="00D11C0D">
              <w:rPr>
                <w:rFonts w:ascii="Cooper Black" w:hAnsi="Cooper Black"/>
                <w:b/>
                <w:sz w:val="22"/>
                <w:szCs w:val="22"/>
              </w:rPr>
              <w:t>-9:45</w:t>
            </w:r>
            <w:r w:rsidR="00677DA1">
              <w:rPr>
                <w:rFonts w:ascii="Cooper Black" w:hAnsi="Cooper Black"/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FC6B80" w:rsidRDefault="009E3525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  <w:p w:rsidR="00F12BBA" w:rsidRPr="00D11C0D" w:rsidRDefault="00F12BBA" w:rsidP="00F12BBA">
            <w:pPr>
              <w:jc w:val="center"/>
              <w:rPr>
                <w:rFonts w:ascii="Cooper Black" w:hAnsi="Cooper Black"/>
                <w:b/>
                <w:sz w:val="22"/>
                <w:szCs w:val="22"/>
              </w:rPr>
            </w:pPr>
            <w:r w:rsidRPr="00D11C0D">
              <w:rPr>
                <w:rFonts w:ascii="Cooper Black" w:hAnsi="Cooper Black"/>
                <w:b/>
                <w:sz w:val="22"/>
                <w:szCs w:val="22"/>
              </w:rPr>
              <w:t>STNA CLINICAL</w:t>
            </w:r>
          </w:p>
          <w:p w:rsidR="00F12BBA" w:rsidRPr="00D11C0D" w:rsidRDefault="00F12BBA" w:rsidP="00F12BBA">
            <w:pPr>
              <w:jc w:val="center"/>
              <w:rPr>
                <w:rFonts w:ascii="Cooper Black" w:hAnsi="Cooper Black"/>
                <w:sz w:val="24"/>
              </w:rPr>
            </w:pPr>
            <w:r w:rsidRPr="00D11C0D">
              <w:rPr>
                <w:rFonts w:ascii="Cooper Black" w:hAnsi="Cooper Black"/>
                <w:b/>
                <w:sz w:val="22"/>
                <w:szCs w:val="22"/>
              </w:rPr>
              <w:t>5:30</w:t>
            </w:r>
            <w:r w:rsidR="00677DA1">
              <w:rPr>
                <w:rFonts w:ascii="Cooper Black" w:hAnsi="Cooper Black"/>
                <w:b/>
                <w:sz w:val="22"/>
                <w:szCs w:val="22"/>
              </w:rPr>
              <w:t>PM</w:t>
            </w:r>
            <w:r w:rsidRPr="00D11C0D">
              <w:rPr>
                <w:rFonts w:ascii="Cooper Black" w:hAnsi="Cooper Black"/>
                <w:b/>
                <w:sz w:val="22"/>
                <w:szCs w:val="22"/>
              </w:rPr>
              <w:t>-9:45</w:t>
            </w:r>
            <w:r w:rsidR="00677DA1">
              <w:rPr>
                <w:rFonts w:ascii="Cooper Black" w:hAnsi="Cooper Black"/>
                <w:b/>
                <w:sz w:val="22"/>
                <w:szCs w:val="22"/>
              </w:rPr>
              <w:t>PM</w:t>
            </w:r>
          </w:p>
          <w:p w:rsidR="00257903" w:rsidRPr="00D905A7" w:rsidRDefault="00257903" w:rsidP="00257903">
            <w:pPr>
              <w:rPr>
                <w:sz w:val="24"/>
              </w:rPr>
            </w:pPr>
          </w:p>
        </w:tc>
        <w:tc>
          <w:tcPr>
            <w:tcW w:w="2070" w:type="dxa"/>
            <w:shd w:val="clear" w:color="auto" w:fill="D9D9D9" w:themeFill="background1" w:themeFillShade="D9"/>
          </w:tcPr>
          <w:p w:rsidR="00257903" w:rsidRDefault="009E3525" w:rsidP="00257903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F12BBA" w:rsidRPr="00FA3491" w:rsidRDefault="00F12BBA" w:rsidP="00F12BBA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STNA CLASS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  <w:r w:rsidRPr="00FA3491">
              <w:rPr>
                <w:rFonts w:ascii="Felix Titling" w:hAnsi="Felix Titling"/>
                <w:b/>
                <w:sz w:val="22"/>
                <w:szCs w:val="22"/>
              </w:rPr>
              <w:t>5:30</w:t>
            </w:r>
            <w:r w:rsidR="00677DA1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  <w:r w:rsidRPr="00FA3491">
              <w:rPr>
                <w:rFonts w:ascii="Felix Titling" w:hAnsi="Felix Titling"/>
                <w:b/>
                <w:sz w:val="22"/>
                <w:szCs w:val="22"/>
              </w:rPr>
              <w:t>-9:45</w:t>
            </w:r>
            <w:r w:rsidR="00677DA1" w:rsidRPr="00FA3491">
              <w:rPr>
                <w:rFonts w:ascii="Felix Titling" w:hAnsi="Felix Titling"/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Pr="00D905A7" w:rsidRDefault="009E3525" w:rsidP="00092064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C6B80" w:rsidRPr="00D905A7" w:rsidRDefault="009E3525" w:rsidP="00092064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FC6B80" w:rsidTr="00EC6666">
        <w:trPr>
          <w:trHeight w:hRule="exact" w:val="1351"/>
        </w:trPr>
        <w:tc>
          <w:tcPr>
            <w:tcW w:w="1620" w:type="dxa"/>
            <w:shd w:val="clear" w:color="auto" w:fill="D9D9D9" w:themeFill="background1" w:themeFillShade="D9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810A16" w:rsidRPr="00F12BBA" w:rsidRDefault="00F12BBA" w:rsidP="00F12BBA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810A16" w:rsidRPr="00D905A7" w:rsidRDefault="009E3525" w:rsidP="00092064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810A16" w:rsidRPr="00D905A7" w:rsidRDefault="009E3525" w:rsidP="00092064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Pr="00D905A7" w:rsidRDefault="009E3525" w:rsidP="00257903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</w:tbl>
    <w:p w:rsidR="00FC6B80" w:rsidRDefault="00FC6B80"/>
    <w:p w:rsidR="00FC6B80" w:rsidRDefault="00FC6B80">
      <w:pPr>
        <w:jc w:val="center"/>
      </w:pPr>
    </w:p>
    <w:sectPr w:rsidR="00FC6B80" w:rsidSect="00FC6B80">
      <w:pgSz w:w="15840" w:h="12240" w:orient="landscape" w:code="1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905A7"/>
    <w:rsid w:val="00016572"/>
    <w:rsid w:val="00092064"/>
    <w:rsid w:val="001154AA"/>
    <w:rsid w:val="001925F0"/>
    <w:rsid w:val="00257903"/>
    <w:rsid w:val="003232F2"/>
    <w:rsid w:val="0032585F"/>
    <w:rsid w:val="0038507F"/>
    <w:rsid w:val="003D4059"/>
    <w:rsid w:val="004503ED"/>
    <w:rsid w:val="005B4A28"/>
    <w:rsid w:val="00677DA1"/>
    <w:rsid w:val="006B4EB8"/>
    <w:rsid w:val="007C58CE"/>
    <w:rsid w:val="00810A16"/>
    <w:rsid w:val="00881C25"/>
    <w:rsid w:val="008D5B2F"/>
    <w:rsid w:val="009A28F0"/>
    <w:rsid w:val="009E3525"/>
    <w:rsid w:val="00A61125"/>
    <w:rsid w:val="00B03EB3"/>
    <w:rsid w:val="00B370A5"/>
    <w:rsid w:val="00B66AA6"/>
    <w:rsid w:val="00C14878"/>
    <w:rsid w:val="00C9161B"/>
    <w:rsid w:val="00D11C0D"/>
    <w:rsid w:val="00D905A7"/>
    <w:rsid w:val="00DE6C79"/>
    <w:rsid w:val="00E47A3D"/>
    <w:rsid w:val="00EA70DE"/>
    <w:rsid w:val="00EC6666"/>
    <w:rsid w:val="00F12BBA"/>
    <w:rsid w:val="00F50AFD"/>
    <w:rsid w:val="00F81862"/>
    <w:rsid w:val="00FA3491"/>
    <w:rsid w:val="00FC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B80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6B80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6B80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B8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6B8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  <w:style w:type="paragraph" w:customStyle="1" w:styleId="Month">
    <w:name w:val="Month"/>
    <w:basedOn w:val="Normal"/>
    <w:uiPriority w:val="1"/>
    <w:qFormat/>
    <w:rsid w:val="00D11C0D"/>
    <w:pPr>
      <w:autoSpaceDE/>
      <w:autoSpaceDN/>
    </w:pPr>
    <w:rPr>
      <w:rFonts w:ascii="Century Gothic" w:eastAsia="MS Gothic" w:hAnsi="Century Gothic" w:cs="Times New Roman"/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D11C0D"/>
    <w:pPr>
      <w:autoSpaceDE/>
      <w:autoSpaceDN/>
      <w:spacing w:after="120"/>
      <w:jc w:val="right"/>
    </w:pPr>
    <w:rPr>
      <w:rFonts w:ascii="Century Gothic" w:eastAsia="MS Gothic" w:hAnsi="Century Gothic" w:cs="Times New Roman"/>
      <w:b/>
      <w:color w:val="7F7F7F"/>
      <w:sz w:val="96"/>
      <w:szCs w:val="6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EdWorld_7DayCalendar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27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 </cp:lastModifiedBy>
  <cp:revision>7</cp:revision>
  <cp:lastPrinted>2012-11-19T16:54:00Z</cp:lastPrinted>
  <dcterms:created xsi:type="dcterms:W3CDTF">2012-11-15T20:30:00Z</dcterms:created>
  <dcterms:modified xsi:type="dcterms:W3CDTF">2012-11-21T14:30:00Z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