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D11C0D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D11C0D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0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1657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 </w:t>
            </w:r>
            <w:r w:rsidRPr="00D11C0D">
              <w:rPr>
                <w:color w:val="000000" w:themeColor="text1"/>
                <w:sz w:val="24"/>
                <w:szCs w:val="24"/>
              </w:rPr>
              <w:t>5Wk Even</w:t>
            </w:r>
            <w:r w:rsidR="004B1BFD">
              <w:rPr>
                <w:color w:val="000000" w:themeColor="text1"/>
                <w:sz w:val="24"/>
                <w:szCs w:val="24"/>
              </w:rPr>
              <w:t>ing Class February/March (Feb 25 – March 27</w:t>
            </w:r>
            <w:r w:rsidRPr="00D11C0D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37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2160"/>
        <w:gridCol w:w="2160"/>
        <w:gridCol w:w="2070"/>
        <w:gridCol w:w="2160"/>
        <w:gridCol w:w="1800"/>
        <w:gridCol w:w="1800"/>
      </w:tblGrid>
      <w:tr w:rsidR="00FC6B80" w:rsidTr="00EC6666">
        <w:trPr>
          <w:trHeight w:hRule="exact" w:val="500"/>
        </w:trPr>
        <w:tc>
          <w:tcPr>
            <w:tcW w:w="162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180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180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4B1BFD">
        <w:trPr>
          <w:trHeight w:hRule="exact" w:val="1297"/>
        </w:trPr>
        <w:tc>
          <w:tcPr>
            <w:tcW w:w="1620" w:type="dxa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0" w:type="dxa"/>
          </w:tcPr>
          <w:p w:rsidR="001154AA" w:rsidRDefault="004B1BFD" w:rsidP="003232F2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4B1BFD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1154AA" w:rsidRDefault="009E3525" w:rsidP="003232F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B1BFD">
              <w:rPr>
                <w:sz w:val="24"/>
              </w:rPr>
              <w:t>7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FC6B80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B1BFD">
              <w:rPr>
                <w:sz w:val="24"/>
              </w:rPr>
              <w:t>8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C6B80" w:rsidTr="004B1BFD">
        <w:trPr>
          <w:trHeight w:hRule="exact" w:val="117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7C58CE" w:rsidRDefault="004B1BFD" w:rsidP="00323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7C58CE" w:rsidRDefault="004B1BFD" w:rsidP="007C58C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7C58CE" w:rsidRDefault="004B1BFD" w:rsidP="007C58C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7C58CE" w:rsidRDefault="004B1BFD" w:rsidP="007C58CE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C6B80" w:rsidTr="00EC6666">
        <w:trPr>
          <w:trHeight w:hRule="exact" w:val="126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4B1BFD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9E3525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F12BBA">
            <w:pPr>
              <w:jc w:val="center"/>
              <w:rPr>
                <w:b/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F12BBA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905A7" w:rsidTr="00EC6666">
        <w:trPr>
          <w:trHeight w:hRule="exact" w:val="1171"/>
        </w:trPr>
        <w:tc>
          <w:tcPr>
            <w:tcW w:w="1620" w:type="dxa"/>
            <w:shd w:val="clear" w:color="auto" w:fill="D9D9D9" w:themeFill="background1" w:themeFillShade="D9"/>
          </w:tcPr>
          <w:p w:rsidR="00D905A7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3232F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18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  <w:p w:rsidR="00F12BBA" w:rsidRPr="009E3525" w:rsidRDefault="00F12BBA" w:rsidP="00F12BBA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F12BBA" w:rsidRPr="00677DA1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677DA1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F12BBA" w:rsidRPr="00677DA1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677DA1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905A7" w:rsidRPr="00D905A7" w:rsidRDefault="004B1BFD" w:rsidP="004B1BFD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905A7" w:rsidRDefault="004B1BFD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4B1BFD" w:rsidRPr="00D905A7" w:rsidRDefault="004B1BFD">
            <w:pPr>
              <w:rPr>
                <w:sz w:val="24"/>
              </w:rPr>
            </w:pPr>
          </w:p>
        </w:tc>
      </w:tr>
      <w:tr w:rsidR="00FC6B80" w:rsidTr="00EC6666">
        <w:trPr>
          <w:trHeight w:hRule="exact" w:val="1252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Default="004B1BFD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  <w:p w:rsidR="00257903" w:rsidRPr="00D905A7" w:rsidRDefault="00257903" w:rsidP="00257903">
            <w:pPr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Default="004B1BFD" w:rsidP="0025790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677DA1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677DA1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B1BFD">
              <w:rPr>
                <w:sz w:val="24"/>
              </w:rPr>
              <w:t>8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B1BFD">
              <w:rPr>
                <w:sz w:val="24"/>
              </w:rPr>
              <w:t>9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B1BFD" w:rsidTr="00EC6666">
        <w:trPr>
          <w:gridAfter w:val="6"/>
          <w:wAfter w:w="12150" w:type="dxa"/>
          <w:trHeight w:hRule="exact" w:val="1351"/>
        </w:trPr>
        <w:tc>
          <w:tcPr>
            <w:tcW w:w="1620" w:type="dxa"/>
            <w:shd w:val="clear" w:color="auto" w:fill="D9D9D9" w:themeFill="background1" w:themeFillShade="D9"/>
          </w:tcPr>
          <w:p w:rsidR="004B1BFD" w:rsidRPr="00D905A7" w:rsidRDefault="004B1BFD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16572"/>
    <w:rsid w:val="00092064"/>
    <w:rsid w:val="000F39F9"/>
    <w:rsid w:val="001154AA"/>
    <w:rsid w:val="001925F0"/>
    <w:rsid w:val="00257903"/>
    <w:rsid w:val="003232F2"/>
    <w:rsid w:val="0032585F"/>
    <w:rsid w:val="0038507F"/>
    <w:rsid w:val="003D4059"/>
    <w:rsid w:val="004503ED"/>
    <w:rsid w:val="004A5211"/>
    <w:rsid w:val="004B1BFD"/>
    <w:rsid w:val="005B4A28"/>
    <w:rsid w:val="00677DA1"/>
    <w:rsid w:val="006B4EB8"/>
    <w:rsid w:val="007C58CE"/>
    <w:rsid w:val="00810A16"/>
    <w:rsid w:val="00881C25"/>
    <w:rsid w:val="008D5B2F"/>
    <w:rsid w:val="009A28F0"/>
    <w:rsid w:val="009E3525"/>
    <w:rsid w:val="00A61125"/>
    <w:rsid w:val="00B03EB3"/>
    <w:rsid w:val="00B370A5"/>
    <w:rsid w:val="00B66AA6"/>
    <w:rsid w:val="00C14878"/>
    <w:rsid w:val="00C9161B"/>
    <w:rsid w:val="00D11C0D"/>
    <w:rsid w:val="00D905A7"/>
    <w:rsid w:val="00DE6C79"/>
    <w:rsid w:val="00E47A3D"/>
    <w:rsid w:val="00EC6666"/>
    <w:rsid w:val="00F12BBA"/>
    <w:rsid w:val="00F50AFD"/>
    <w:rsid w:val="00F81862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D11C0D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D11C0D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2</cp:revision>
  <cp:lastPrinted>2012-11-19T16:54:00Z</cp:lastPrinted>
  <dcterms:created xsi:type="dcterms:W3CDTF">2013-01-02T15:47:00Z</dcterms:created>
  <dcterms:modified xsi:type="dcterms:W3CDTF">2013-01-02T15:47:00Z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