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D11C0D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11C0D" w:rsidRDefault="00D11C0D" w:rsidP="00C83507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0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1657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  </w:t>
            </w:r>
            <w:r w:rsidRPr="00D11C0D">
              <w:rPr>
                <w:color w:val="000000" w:themeColor="text1"/>
                <w:sz w:val="24"/>
                <w:szCs w:val="24"/>
              </w:rPr>
              <w:t xml:space="preserve">5Wk Evening Class </w:t>
            </w:r>
            <w:r w:rsidR="00C83507">
              <w:rPr>
                <w:color w:val="000000" w:themeColor="text1"/>
                <w:sz w:val="24"/>
                <w:szCs w:val="24"/>
              </w:rPr>
              <w:t>January</w:t>
            </w:r>
            <w:r w:rsidRPr="00D11C0D">
              <w:rPr>
                <w:color w:val="000000" w:themeColor="text1"/>
                <w:sz w:val="24"/>
                <w:szCs w:val="24"/>
              </w:rPr>
              <w:t>/</w:t>
            </w:r>
            <w:r w:rsidR="00C83507">
              <w:rPr>
                <w:color w:val="000000" w:themeColor="text1"/>
                <w:sz w:val="24"/>
                <w:szCs w:val="24"/>
              </w:rPr>
              <w:t>February</w:t>
            </w:r>
            <w:r w:rsidRPr="00D11C0D">
              <w:rPr>
                <w:color w:val="000000" w:themeColor="text1"/>
                <w:sz w:val="24"/>
                <w:szCs w:val="24"/>
              </w:rPr>
              <w:t xml:space="preserve"> (</w:t>
            </w:r>
            <w:r w:rsidR="00C83507">
              <w:rPr>
                <w:color w:val="000000" w:themeColor="text1"/>
                <w:sz w:val="24"/>
                <w:szCs w:val="24"/>
              </w:rPr>
              <w:t>Jan 22</w:t>
            </w:r>
            <w:r w:rsidRPr="00D11C0D">
              <w:rPr>
                <w:color w:val="000000" w:themeColor="text1"/>
                <w:sz w:val="24"/>
                <w:szCs w:val="24"/>
              </w:rPr>
              <w:t xml:space="preserve"> – </w:t>
            </w:r>
            <w:r w:rsidR="00C83507">
              <w:rPr>
                <w:color w:val="000000" w:themeColor="text1"/>
                <w:sz w:val="24"/>
                <w:szCs w:val="24"/>
              </w:rPr>
              <w:t xml:space="preserve">Feb </w:t>
            </w:r>
            <w:r w:rsidR="000337CF">
              <w:rPr>
                <w:color w:val="000000" w:themeColor="text1"/>
                <w:sz w:val="24"/>
                <w:szCs w:val="24"/>
              </w:rPr>
              <w:t>21</w:t>
            </w:r>
            <w:r w:rsidRPr="00D11C0D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D11C0D" w:rsidRDefault="00D11C0D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FC6B80" w:rsidP="003232F2">
      <w:pPr>
        <w:pStyle w:val="Heading2"/>
        <w:rPr>
          <w:sz w:val="22"/>
          <w:szCs w:val="22"/>
        </w:rPr>
      </w:pPr>
    </w:p>
    <w:tbl>
      <w:tblPr>
        <w:tblW w:w="1377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2160"/>
        <w:gridCol w:w="2160"/>
        <w:gridCol w:w="2160"/>
        <w:gridCol w:w="2160"/>
        <w:gridCol w:w="1800"/>
        <w:gridCol w:w="1710"/>
      </w:tblGrid>
      <w:tr w:rsidR="00FC6B80" w:rsidTr="00C83507">
        <w:trPr>
          <w:trHeight w:hRule="exact" w:val="500"/>
        </w:trPr>
        <w:tc>
          <w:tcPr>
            <w:tcW w:w="162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180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171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C83507">
        <w:trPr>
          <w:trHeight w:hRule="exact" w:val="1297"/>
        </w:trPr>
        <w:tc>
          <w:tcPr>
            <w:tcW w:w="1620" w:type="dxa"/>
          </w:tcPr>
          <w:p w:rsidR="00FC6B80" w:rsidRPr="00D905A7" w:rsidRDefault="00C83507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60" w:type="dxa"/>
          </w:tcPr>
          <w:p w:rsidR="001154AA" w:rsidRDefault="00C83507" w:rsidP="003232F2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9E3525" w:rsidRPr="009E3525" w:rsidRDefault="00C83507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C00000"/>
                <w:sz w:val="22"/>
                <w:szCs w:val="22"/>
              </w:rPr>
              <w:t>Martin Luther King Jr. Day!</w:t>
            </w:r>
          </w:p>
        </w:tc>
        <w:tc>
          <w:tcPr>
            <w:tcW w:w="2160" w:type="dxa"/>
          </w:tcPr>
          <w:p w:rsidR="007C58CE" w:rsidRDefault="00C83507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1154AA" w:rsidRDefault="00C83507" w:rsidP="003232F2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FC6B80" w:rsidRDefault="00C83507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83507">
              <w:rPr>
                <w:sz w:val="24"/>
              </w:rPr>
              <w:t>5</w:t>
            </w:r>
          </w:p>
        </w:tc>
        <w:tc>
          <w:tcPr>
            <w:tcW w:w="1710" w:type="dxa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83507">
              <w:rPr>
                <w:sz w:val="24"/>
              </w:rPr>
              <w:t>6</w:t>
            </w:r>
          </w:p>
        </w:tc>
      </w:tr>
      <w:tr w:rsidR="00FC6B80" w:rsidTr="00C83507">
        <w:trPr>
          <w:trHeight w:hRule="exact" w:val="1171"/>
        </w:trPr>
        <w:tc>
          <w:tcPr>
            <w:tcW w:w="1620" w:type="dxa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83507">
              <w:rPr>
                <w:sz w:val="24"/>
              </w:rPr>
              <w:t>7</w:t>
            </w:r>
          </w:p>
        </w:tc>
        <w:tc>
          <w:tcPr>
            <w:tcW w:w="2160" w:type="dxa"/>
          </w:tcPr>
          <w:p w:rsidR="007C58CE" w:rsidRDefault="00C83507" w:rsidP="00323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9E352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C83507" w:rsidP="007C58CE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C83507" w:rsidP="007C58CE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</w:tcPr>
          <w:p w:rsidR="007C58CE" w:rsidRDefault="00C83507" w:rsidP="007C58CE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9E3525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C83507">
            <w:pPr>
              <w:rPr>
                <w:sz w:val="24"/>
              </w:rPr>
            </w:pPr>
            <w:r>
              <w:rPr>
                <w:sz w:val="24"/>
              </w:rPr>
              <w:t>February</w:t>
            </w:r>
            <w:r w:rsidR="009E3525">
              <w:rPr>
                <w:sz w:val="24"/>
              </w:rPr>
              <w:t xml:space="preserve"> 1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C6B80" w:rsidTr="00C83507">
        <w:trPr>
          <w:trHeight w:hRule="exact" w:val="1261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9E3525" w:rsidRDefault="009E3525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9E3525" w:rsidRDefault="009E3525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D905A7" w:rsidRDefault="009E3525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9E3525" w:rsidRPr="009E3525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9E3525" w:rsidRPr="009E3525" w:rsidRDefault="009E3525" w:rsidP="00F12BBA">
            <w:pPr>
              <w:jc w:val="center"/>
              <w:rPr>
                <w:b/>
                <w:sz w:val="24"/>
              </w:rPr>
            </w:pPr>
            <w:r w:rsidRPr="009E3525"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 w:rsidRPr="009E3525"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F12BBA" w:rsidRPr="009E3525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9E3525"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 w:rsidRPr="009E3525"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Default="009E3525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C83507" w:rsidRPr="00D905A7" w:rsidRDefault="00C83507" w:rsidP="00C83507">
            <w:pPr>
              <w:rPr>
                <w:sz w:val="24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905A7" w:rsidTr="00C83507">
        <w:trPr>
          <w:trHeight w:hRule="exact" w:val="1171"/>
        </w:trPr>
        <w:tc>
          <w:tcPr>
            <w:tcW w:w="1620" w:type="dxa"/>
            <w:shd w:val="clear" w:color="auto" w:fill="D9D9D9" w:themeFill="background1" w:themeFillShade="D9"/>
          </w:tcPr>
          <w:p w:rsidR="00D905A7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3232F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11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Default="00F12BBA" w:rsidP="00F12BBA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  <w:p w:rsidR="00F12BBA" w:rsidRPr="009E3525" w:rsidRDefault="00F12BBA" w:rsidP="00F12BBA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F12BBA" w:rsidRDefault="00F12BBA" w:rsidP="00F12B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F12BBA" w:rsidRDefault="00F12BBA" w:rsidP="00F12BBA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</w:t>
            </w:r>
            <w:r w:rsidR="00D11C0D">
              <w:rPr>
                <w:b/>
                <w:sz w:val="22"/>
                <w:szCs w:val="22"/>
              </w:rPr>
              <w:t>PM</w:t>
            </w:r>
            <w:r>
              <w:rPr>
                <w:b/>
                <w:sz w:val="22"/>
                <w:szCs w:val="22"/>
              </w:rPr>
              <w:t>-9:45</w:t>
            </w:r>
            <w:r w:rsidR="00D11C0D">
              <w:rPr>
                <w:b/>
                <w:sz w:val="22"/>
                <w:szCs w:val="22"/>
              </w:rPr>
              <w:t>PM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C83507" w:rsidRDefault="00C83507" w:rsidP="00C835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C83507" w:rsidRDefault="00C83507" w:rsidP="00C83507">
            <w:pPr>
              <w:jc w:val="center"/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5:30PM-9:45PM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C83507" w:rsidRPr="00677DA1" w:rsidRDefault="00C83507" w:rsidP="00C83507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C83507" w:rsidRDefault="00C83507" w:rsidP="00C83507">
            <w:pPr>
              <w:rPr>
                <w:sz w:val="24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5:30PM-9:45PM</w:t>
            </w:r>
          </w:p>
          <w:p w:rsidR="00C83507" w:rsidRDefault="00C83507" w:rsidP="00257903">
            <w:pPr>
              <w:rPr>
                <w:sz w:val="24"/>
              </w:rPr>
            </w:pP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D905A7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D905A7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FC6B80" w:rsidTr="00C83507">
        <w:trPr>
          <w:trHeight w:hRule="exact" w:val="1252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D11C0D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C6B80" w:rsidRDefault="009E3525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F12BBA" w:rsidRPr="00D11C0D" w:rsidRDefault="00F12BBA" w:rsidP="00F12BBA">
            <w:pPr>
              <w:jc w:val="center"/>
              <w:rPr>
                <w:rFonts w:ascii="Cooper Black" w:hAnsi="Cooper Black"/>
                <w:sz w:val="24"/>
              </w:rPr>
            </w:pPr>
            <w:r w:rsidRPr="00D11C0D">
              <w:rPr>
                <w:rFonts w:ascii="Cooper Black" w:hAnsi="Cooper Black"/>
                <w:b/>
                <w:sz w:val="22"/>
                <w:szCs w:val="22"/>
              </w:rPr>
              <w:t>5:30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  <w:r w:rsidRPr="00D11C0D">
              <w:rPr>
                <w:rFonts w:ascii="Cooper Black" w:hAnsi="Cooper Black"/>
                <w:b/>
                <w:sz w:val="22"/>
                <w:szCs w:val="22"/>
              </w:rPr>
              <w:t>-9:45</w:t>
            </w:r>
            <w:r w:rsidR="00677DA1">
              <w:rPr>
                <w:rFonts w:ascii="Cooper Black" w:hAnsi="Cooper Black"/>
                <w:b/>
                <w:sz w:val="22"/>
                <w:szCs w:val="22"/>
              </w:rPr>
              <w:t>PM</w:t>
            </w:r>
          </w:p>
          <w:p w:rsidR="00257903" w:rsidRPr="00D905A7" w:rsidRDefault="00257903" w:rsidP="00257903">
            <w:pPr>
              <w:rPr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C83507" w:rsidRPr="00677DA1" w:rsidRDefault="00C83507" w:rsidP="00C83507">
            <w:pPr>
              <w:jc w:val="center"/>
              <w:rPr>
                <w:rFonts w:ascii="Cooper Black" w:hAnsi="Cooper Black"/>
                <w:b/>
                <w:sz w:val="22"/>
                <w:szCs w:val="22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STNA CLINICAL</w:t>
            </w:r>
          </w:p>
          <w:p w:rsidR="00C83507" w:rsidRDefault="00C83507" w:rsidP="00C83507">
            <w:pPr>
              <w:rPr>
                <w:sz w:val="24"/>
              </w:rPr>
            </w:pPr>
            <w:r w:rsidRPr="00677DA1">
              <w:rPr>
                <w:rFonts w:ascii="Cooper Black" w:hAnsi="Cooper Black"/>
                <w:b/>
                <w:sz w:val="22"/>
                <w:szCs w:val="22"/>
              </w:rPr>
              <w:t>5:30PM-9:45PM</w:t>
            </w:r>
          </w:p>
          <w:p w:rsidR="00F12BBA" w:rsidRPr="00D905A7" w:rsidRDefault="00F12BBA" w:rsidP="00F12BBA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C83507" w:rsidRPr="009E3525" w:rsidRDefault="00C83507" w:rsidP="00C835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STNA CLASS</w:t>
            </w:r>
          </w:p>
          <w:p w:rsidR="00C83507" w:rsidRDefault="00C83507" w:rsidP="00C83507">
            <w:pPr>
              <w:rPr>
                <w:sz w:val="24"/>
              </w:rPr>
            </w:pPr>
            <w:r w:rsidRPr="009E3525">
              <w:rPr>
                <w:b/>
                <w:sz w:val="22"/>
                <w:szCs w:val="22"/>
              </w:rPr>
              <w:t>5:30</w:t>
            </w:r>
            <w:r>
              <w:rPr>
                <w:b/>
                <w:sz w:val="22"/>
                <w:szCs w:val="22"/>
              </w:rPr>
              <w:t>PM</w:t>
            </w:r>
            <w:r w:rsidRPr="009E3525">
              <w:rPr>
                <w:b/>
                <w:sz w:val="22"/>
                <w:szCs w:val="22"/>
              </w:rPr>
              <w:t>-9:45</w:t>
            </w:r>
            <w:r>
              <w:rPr>
                <w:b/>
                <w:sz w:val="22"/>
                <w:szCs w:val="22"/>
              </w:rPr>
              <w:t>PM</w:t>
            </w:r>
          </w:p>
          <w:p w:rsidR="00C83507" w:rsidRPr="00D905A7" w:rsidRDefault="00C83507" w:rsidP="00C83507">
            <w:pPr>
              <w:rPr>
                <w:sz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FC6B80" w:rsidTr="00C83507">
        <w:trPr>
          <w:trHeight w:hRule="exact" w:val="1351"/>
        </w:trPr>
        <w:tc>
          <w:tcPr>
            <w:tcW w:w="162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F12BBA" w:rsidRDefault="00F12BBA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9E3525" w:rsidP="00092064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9E3525" w:rsidP="0025790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FC6B80" w:rsidRPr="00D905A7" w:rsidRDefault="009E3525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16572"/>
    <w:rsid w:val="000337CF"/>
    <w:rsid w:val="00092064"/>
    <w:rsid w:val="001154AA"/>
    <w:rsid w:val="001925F0"/>
    <w:rsid w:val="00257903"/>
    <w:rsid w:val="003232F2"/>
    <w:rsid w:val="0032585F"/>
    <w:rsid w:val="00361F08"/>
    <w:rsid w:val="0038507F"/>
    <w:rsid w:val="003D4059"/>
    <w:rsid w:val="004503ED"/>
    <w:rsid w:val="005B4A28"/>
    <w:rsid w:val="00677DA1"/>
    <w:rsid w:val="006B4EB8"/>
    <w:rsid w:val="007C58CE"/>
    <w:rsid w:val="00810A16"/>
    <w:rsid w:val="00881C25"/>
    <w:rsid w:val="008D5B2F"/>
    <w:rsid w:val="009019DE"/>
    <w:rsid w:val="009A28F0"/>
    <w:rsid w:val="009E3525"/>
    <w:rsid w:val="00A61125"/>
    <w:rsid w:val="00B03EB3"/>
    <w:rsid w:val="00B370A5"/>
    <w:rsid w:val="00B66AA6"/>
    <w:rsid w:val="00C14878"/>
    <w:rsid w:val="00C83507"/>
    <w:rsid w:val="00C9161B"/>
    <w:rsid w:val="00D11C0D"/>
    <w:rsid w:val="00D905A7"/>
    <w:rsid w:val="00DE6C79"/>
    <w:rsid w:val="00E04E98"/>
    <w:rsid w:val="00E47A3D"/>
    <w:rsid w:val="00EC6666"/>
    <w:rsid w:val="00F12BBA"/>
    <w:rsid w:val="00F50AFD"/>
    <w:rsid w:val="00F81862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D11C0D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D11C0D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3</cp:revision>
  <cp:lastPrinted>2012-11-19T16:54:00Z</cp:lastPrinted>
  <dcterms:created xsi:type="dcterms:W3CDTF">2012-12-28T18:29:00Z</dcterms:created>
  <dcterms:modified xsi:type="dcterms:W3CDTF">2012-12-28T20:53:00Z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