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6069E8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6069E8" w:rsidRDefault="006069E8" w:rsidP="006069E8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4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</w:t>
            </w:r>
            <w:r w:rsidRPr="006069E8">
              <w:rPr>
                <w:color w:val="000000" w:themeColor="text1"/>
                <w:sz w:val="24"/>
                <w:szCs w:val="24"/>
              </w:rPr>
              <w:t>5Wk Evening Class January/February (Jan 7-Feb 7)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6069E8" w:rsidRDefault="006069E8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FC6B80" w:rsidP="003232F2">
      <w:pPr>
        <w:pStyle w:val="Heading2"/>
        <w:rPr>
          <w:sz w:val="22"/>
          <w:szCs w:val="22"/>
        </w:rPr>
      </w:pPr>
    </w:p>
    <w:tbl>
      <w:tblPr>
        <w:tblW w:w="1391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8"/>
        <w:gridCol w:w="2016"/>
        <w:gridCol w:w="2016"/>
        <w:gridCol w:w="2016"/>
        <w:gridCol w:w="2016"/>
        <w:gridCol w:w="2016"/>
        <w:gridCol w:w="2016"/>
      </w:tblGrid>
      <w:tr w:rsidR="00FC6B80" w:rsidTr="001A72A1">
        <w:trPr>
          <w:trHeight w:hRule="exact" w:val="500"/>
        </w:trPr>
        <w:tc>
          <w:tcPr>
            <w:tcW w:w="1818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1A72A1">
        <w:trPr>
          <w:trHeight w:hRule="exact" w:val="1378"/>
        </w:trPr>
        <w:tc>
          <w:tcPr>
            <w:tcW w:w="1818" w:type="dxa"/>
            <w:shd w:val="clear" w:color="auto" w:fill="D9D9D9" w:themeFill="background1" w:themeFillShade="D9"/>
          </w:tcPr>
          <w:p w:rsidR="00FC6B80" w:rsidRPr="00D905A7" w:rsidRDefault="00FC6B80">
            <w:pPr>
              <w:rPr>
                <w:sz w:val="24"/>
              </w:rPr>
            </w:pPr>
          </w:p>
        </w:tc>
        <w:tc>
          <w:tcPr>
            <w:tcW w:w="2016" w:type="dxa"/>
            <w:shd w:val="clear" w:color="auto" w:fill="D9D9D9" w:themeFill="background1" w:themeFillShade="D9"/>
          </w:tcPr>
          <w:p w:rsidR="001154AA" w:rsidRPr="00D905A7" w:rsidRDefault="001154AA" w:rsidP="003232F2">
            <w:pPr>
              <w:rPr>
                <w:sz w:val="24"/>
              </w:rPr>
            </w:pPr>
          </w:p>
        </w:tc>
        <w:tc>
          <w:tcPr>
            <w:tcW w:w="2016" w:type="dxa"/>
          </w:tcPr>
          <w:p w:rsidR="00557C86" w:rsidRDefault="003232F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9F1C01">
              <w:rPr>
                <w:sz w:val="24"/>
              </w:rPr>
              <w:t xml:space="preserve"> </w:t>
            </w:r>
          </w:p>
          <w:p w:rsidR="00FC6B80" w:rsidRPr="009F2E69" w:rsidRDefault="009F1C01" w:rsidP="00557C86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9F2E69">
              <w:rPr>
                <w:b/>
                <w:color w:val="C00000"/>
                <w:sz w:val="22"/>
                <w:szCs w:val="22"/>
              </w:rPr>
              <w:t>NEW YEARS DAY</w:t>
            </w:r>
            <w:r w:rsidR="00557C86" w:rsidRPr="009F2E69">
              <w:rPr>
                <w:b/>
                <w:color w:val="C00000"/>
                <w:sz w:val="22"/>
                <w:szCs w:val="22"/>
              </w:rPr>
              <w:t>!</w:t>
            </w:r>
          </w:p>
          <w:p w:rsidR="007C58CE" w:rsidRPr="000660B8" w:rsidRDefault="009F1C01" w:rsidP="000660B8">
            <w:pPr>
              <w:rPr>
                <w:color w:val="C00000"/>
                <w:sz w:val="24"/>
              </w:rPr>
            </w:pPr>
            <w:r>
              <w:rPr>
                <w:noProof/>
                <w:color w:val="C00000"/>
                <w:sz w:val="24"/>
              </w:rPr>
              <w:t xml:space="preserve"> </w:t>
            </w:r>
          </w:p>
        </w:tc>
        <w:tc>
          <w:tcPr>
            <w:tcW w:w="2016" w:type="dxa"/>
          </w:tcPr>
          <w:p w:rsidR="001154AA" w:rsidRPr="00D905A7" w:rsidRDefault="003232F2" w:rsidP="003232F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6" w:type="dxa"/>
          </w:tcPr>
          <w:p w:rsidR="00FC6B80" w:rsidRPr="00D905A7" w:rsidRDefault="003232F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6" w:type="dxa"/>
          </w:tcPr>
          <w:p w:rsidR="00FC6B80" w:rsidRPr="00D905A7" w:rsidRDefault="003232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6" w:type="dxa"/>
          </w:tcPr>
          <w:p w:rsidR="00FC6B80" w:rsidRPr="00D905A7" w:rsidRDefault="003232F2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C6B80" w:rsidTr="001A72A1">
        <w:trPr>
          <w:trHeight w:hRule="exact" w:val="1261"/>
        </w:trPr>
        <w:tc>
          <w:tcPr>
            <w:tcW w:w="1818" w:type="dxa"/>
          </w:tcPr>
          <w:p w:rsidR="00FC6B80" w:rsidRPr="00D905A7" w:rsidRDefault="003232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6" w:type="dxa"/>
          </w:tcPr>
          <w:p w:rsidR="001154AA" w:rsidRPr="009F2E69" w:rsidRDefault="003232F2" w:rsidP="003232F2">
            <w:pPr>
              <w:rPr>
                <w:rFonts w:ascii="Cooper Black" w:hAnsi="Cooper Black"/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7</w:t>
            </w:r>
          </w:p>
          <w:p w:rsidR="007C58CE" w:rsidRPr="009F2E69" w:rsidRDefault="007C58CE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7C58CE" w:rsidRPr="009F2E69" w:rsidRDefault="007C58CE" w:rsidP="009F2E69">
            <w:pPr>
              <w:jc w:val="center"/>
              <w:rPr>
                <w:rFonts w:ascii="Cooper Black" w:hAnsi="Cooper Black"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FC6B80" w:rsidRPr="009F2E69" w:rsidRDefault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8</w:t>
            </w:r>
          </w:p>
          <w:p w:rsidR="007C58CE" w:rsidRPr="009F2E69" w:rsidRDefault="007C58CE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7C58CE" w:rsidRPr="009F2E69" w:rsidRDefault="007C58CE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1154AA" w:rsidRPr="009F2E69" w:rsidRDefault="003232F2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9</w:t>
            </w:r>
          </w:p>
          <w:p w:rsidR="007C58CE" w:rsidRPr="009F2E69" w:rsidRDefault="007C58CE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7C58CE" w:rsidRPr="009F2E69" w:rsidRDefault="007C58CE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FC6B80" w:rsidRPr="009F2E69" w:rsidRDefault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10</w:t>
            </w:r>
          </w:p>
          <w:p w:rsidR="007C58CE" w:rsidRPr="009F2E69" w:rsidRDefault="007C58CE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7C58CE" w:rsidRPr="009F2E69" w:rsidRDefault="007C58CE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FC6B80" w:rsidRPr="00D905A7" w:rsidRDefault="003232F2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16" w:type="dxa"/>
          </w:tcPr>
          <w:p w:rsidR="00FC6B80" w:rsidRPr="00D905A7" w:rsidRDefault="003232F2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C6B80" w:rsidTr="001A72A1">
        <w:trPr>
          <w:trHeight w:hRule="exact" w:val="1171"/>
        </w:trPr>
        <w:tc>
          <w:tcPr>
            <w:tcW w:w="1818" w:type="dxa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16" w:type="dxa"/>
          </w:tcPr>
          <w:p w:rsidR="001154AA" w:rsidRPr="009F2E69" w:rsidRDefault="007C58CE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14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FC6B80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15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1154AA" w:rsidRPr="009F2E69" w:rsidRDefault="007C58CE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16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FC6B80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17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16" w:type="dxa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D905A7" w:rsidTr="001A72A1">
        <w:trPr>
          <w:trHeight w:hRule="exact" w:val="1351"/>
        </w:trPr>
        <w:tc>
          <w:tcPr>
            <w:tcW w:w="1818" w:type="dxa"/>
          </w:tcPr>
          <w:p w:rsidR="00D905A7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16" w:type="dxa"/>
            <w:shd w:val="clear" w:color="auto" w:fill="FFFFFF" w:themeFill="background1"/>
          </w:tcPr>
          <w:p w:rsidR="00557C86" w:rsidRPr="009F2E69" w:rsidRDefault="00257903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21</w:t>
            </w:r>
            <w:r w:rsidR="009F1C01" w:rsidRPr="009F2E69">
              <w:rPr>
                <w:sz w:val="22"/>
                <w:szCs w:val="22"/>
              </w:rPr>
              <w:t xml:space="preserve"> </w:t>
            </w:r>
          </w:p>
          <w:p w:rsidR="001154AA" w:rsidRPr="009F2E69" w:rsidRDefault="009F1C01" w:rsidP="00557C86">
            <w:pPr>
              <w:jc w:val="center"/>
              <w:rPr>
                <w:color w:val="C00000"/>
                <w:sz w:val="22"/>
                <w:szCs w:val="22"/>
              </w:rPr>
            </w:pPr>
            <w:r w:rsidRPr="009F2E69">
              <w:rPr>
                <w:b/>
                <w:color w:val="C00000"/>
                <w:sz w:val="22"/>
                <w:szCs w:val="22"/>
              </w:rPr>
              <w:t>MARTIN LUTHER KING JR. DAY</w:t>
            </w:r>
            <w:r w:rsidR="00557C86" w:rsidRPr="009F2E69">
              <w:rPr>
                <w:b/>
                <w:color w:val="C00000"/>
                <w:sz w:val="22"/>
                <w:szCs w:val="22"/>
              </w:rPr>
              <w:t>!</w:t>
            </w:r>
          </w:p>
          <w:p w:rsidR="009F1C01" w:rsidRPr="009F2E69" w:rsidRDefault="009F1C01" w:rsidP="003232F2">
            <w:pPr>
              <w:rPr>
                <w:color w:val="C00000"/>
                <w:sz w:val="22"/>
                <w:szCs w:val="22"/>
              </w:rPr>
            </w:pPr>
            <w:r w:rsidRPr="009F2E69">
              <w:rPr>
                <w:noProof/>
                <w:color w:val="C00000"/>
                <w:sz w:val="22"/>
                <w:szCs w:val="22"/>
              </w:rPr>
              <w:t xml:space="preserve">    </w:t>
            </w:r>
          </w:p>
          <w:p w:rsidR="00257903" w:rsidRPr="009F2E69" w:rsidRDefault="009F1C01" w:rsidP="003232F2">
            <w:pPr>
              <w:rPr>
                <w:color w:val="C00000"/>
                <w:sz w:val="22"/>
                <w:szCs w:val="22"/>
              </w:rPr>
            </w:pPr>
            <w:r w:rsidRPr="009F2E69">
              <w:rPr>
                <w:color w:val="C00000"/>
                <w:sz w:val="22"/>
                <w:szCs w:val="22"/>
              </w:rPr>
              <w:t xml:space="preserve">       </w:t>
            </w:r>
          </w:p>
        </w:tc>
        <w:tc>
          <w:tcPr>
            <w:tcW w:w="2016" w:type="dxa"/>
            <w:shd w:val="clear" w:color="auto" w:fill="FFFFFF" w:themeFill="background1"/>
          </w:tcPr>
          <w:p w:rsidR="00D905A7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22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  <w:shd w:val="clear" w:color="auto" w:fill="FFFFFF" w:themeFill="background1"/>
          </w:tcPr>
          <w:p w:rsidR="001154AA" w:rsidRPr="009F2E69" w:rsidRDefault="007C58CE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23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  <w:shd w:val="clear" w:color="auto" w:fill="FFFFFF" w:themeFill="background1"/>
          </w:tcPr>
          <w:p w:rsidR="00D905A7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24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  <w:shd w:val="clear" w:color="auto" w:fill="FFFFFF" w:themeFill="background1"/>
          </w:tcPr>
          <w:p w:rsidR="00D905A7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16" w:type="dxa"/>
            <w:shd w:val="clear" w:color="auto" w:fill="FFFFFF" w:themeFill="background1"/>
          </w:tcPr>
          <w:p w:rsidR="00D905A7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FC6B80" w:rsidTr="001A72A1">
        <w:trPr>
          <w:trHeight w:hRule="exact" w:val="1261"/>
        </w:trPr>
        <w:tc>
          <w:tcPr>
            <w:tcW w:w="1818" w:type="dxa"/>
            <w:shd w:val="clear" w:color="auto" w:fill="FFFFFF" w:themeFill="background1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16" w:type="dxa"/>
            <w:shd w:val="clear" w:color="auto" w:fill="FFFFFF" w:themeFill="background1"/>
          </w:tcPr>
          <w:p w:rsidR="001154AA" w:rsidRPr="009F2E69" w:rsidRDefault="007C58CE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28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  <w:shd w:val="clear" w:color="auto" w:fill="FFFFFF" w:themeFill="background1"/>
          </w:tcPr>
          <w:p w:rsidR="00FC6B80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29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  <w:shd w:val="clear" w:color="auto" w:fill="FFFFFF" w:themeFill="background1"/>
          </w:tcPr>
          <w:p w:rsidR="001154AA" w:rsidRPr="009F2E69" w:rsidRDefault="007C58CE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30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  <w:shd w:val="clear" w:color="auto" w:fill="FFFFFF" w:themeFill="background1"/>
          </w:tcPr>
          <w:p w:rsidR="00FC6B80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31</w:t>
            </w:r>
          </w:p>
          <w:p w:rsidR="00257903" w:rsidRPr="009F2E69" w:rsidRDefault="00257903" w:rsidP="009F2E69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257903" w:rsidRPr="009F2E69" w:rsidRDefault="00257903" w:rsidP="009F2E69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sz w:val="22"/>
                <w:szCs w:val="22"/>
              </w:rPr>
              <w:t>5:30PM-9:45PM</w:t>
            </w:r>
          </w:p>
          <w:p w:rsidR="00257903" w:rsidRPr="009F2E69" w:rsidRDefault="00257903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 xml:space="preserve">1 February   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C6B80" w:rsidTr="001A72A1">
        <w:trPr>
          <w:trHeight w:hRule="exact" w:val="1441"/>
        </w:trPr>
        <w:tc>
          <w:tcPr>
            <w:tcW w:w="1818" w:type="dxa"/>
            <w:shd w:val="clear" w:color="auto" w:fill="D9D9D9" w:themeFill="background1" w:themeFillShade="D9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1154AA" w:rsidRPr="009F2E69" w:rsidRDefault="007C58CE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4</w:t>
            </w:r>
          </w:p>
          <w:p w:rsidR="00810A16" w:rsidRPr="009F2E69" w:rsidRDefault="00810A16" w:rsidP="009F2E69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810A16" w:rsidRPr="009F2E69" w:rsidRDefault="00810A16" w:rsidP="009F2E69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sz w:val="22"/>
                <w:szCs w:val="22"/>
              </w:rPr>
              <w:t>5:30PM-9:45PM</w:t>
            </w:r>
          </w:p>
          <w:p w:rsidR="00810A16" w:rsidRPr="009F2E69" w:rsidRDefault="00810A16" w:rsidP="003232F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5</w:t>
            </w:r>
          </w:p>
          <w:p w:rsidR="00810A16" w:rsidRPr="009F2E69" w:rsidRDefault="00810A16" w:rsidP="009F2E69">
            <w:pPr>
              <w:jc w:val="center"/>
              <w:rPr>
                <w:rFonts w:ascii="Cooper Black" w:hAnsi="Cooper Black" w:cs="Times New Roman"/>
                <w:b/>
                <w:color w:val="000000" w:themeColor="text1"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color w:val="000000" w:themeColor="text1"/>
                <w:sz w:val="22"/>
                <w:szCs w:val="22"/>
              </w:rPr>
              <w:t>STNA CLINICAL</w:t>
            </w:r>
          </w:p>
          <w:p w:rsidR="00810A16" w:rsidRPr="009F2E69" w:rsidRDefault="00810A16" w:rsidP="009F2E69">
            <w:pPr>
              <w:jc w:val="center"/>
              <w:rPr>
                <w:rFonts w:ascii="Cooper Black" w:hAnsi="Cooper Black" w:cs="Times New Roman"/>
                <w:b/>
                <w:color w:val="000000" w:themeColor="text1"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color w:val="000000" w:themeColor="text1"/>
                <w:sz w:val="22"/>
                <w:szCs w:val="22"/>
              </w:rPr>
              <w:t>5:30PM-9:45PM</w:t>
            </w:r>
          </w:p>
          <w:p w:rsidR="00810A16" w:rsidRPr="009F2E69" w:rsidRDefault="00810A16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  <w:shd w:val="clear" w:color="auto" w:fill="D9D9D9" w:themeFill="background1" w:themeFillShade="D9"/>
          </w:tcPr>
          <w:p w:rsidR="001154AA" w:rsidRPr="009F2E69" w:rsidRDefault="007C58CE" w:rsidP="003232F2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6</w:t>
            </w:r>
          </w:p>
          <w:p w:rsidR="00810A16" w:rsidRPr="009F2E69" w:rsidRDefault="00810A16" w:rsidP="009F2E69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810A16" w:rsidRPr="009F2E69" w:rsidRDefault="00810A16" w:rsidP="009F2E69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9F2E69">
              <w:rPr>
                <w:rFonts w:ascii="Cooper Black" w:hAnsi="Cooper Black" w:cs="Times New Roman"/>
                <w:b/>
                <w:sz w:val="22"/>
                <w:szCs w:val="22"/>
              </w:rPr>
              <w:t>5:30PM-9:45PM</w:t>
            </w:r>
          </w:p>
          <w:p w:rsidR="00810A16" w:rsidRPr="009F2E69" w:rsidRDefault="00810A16" w:rsidP="003232F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9F2E69" w:rsidRDefault="007C58CE">
            <w:pPr>
              <w:rPr>
                <w:sz w:val="22"/>
                <w:szCs w:val="22"/>
              </w:rPr>
            </w:pPr>
            <w:r w:rsidRPr="009F2E69">
              <w:rPr>
                <w:sz w:val="22"/>
                <w:szCs w:val="22"/>
              </w:rPr>
              <w:t>7</w:t>
            </w:r>
          </w:p>
          <w:p w:rsidR="00257903" w:rsidRPr="009F2E69" w:rsidRDefault="00257903" w:rsidP="009F2E6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57903" w:rsidRPr="009F2E69" w:rsidRDefault="00257903" w:rsidP="009F2E69">
            <w:pPr>
              <w:jc w:val="center"/>
              <w:rPr>
                <w:sz w:val="22"/>
                <w:szCs w:val="22"/>
              </w:rPr>
            </w:pPr>
            <w:r w:rsidRPr="009F2E69">
              <w:rPr>
                <w:rFonts w:ascii="Times New Roman" w:hAnsi="Times New Roman" w:cs="Times New Roman"/>
                <w:b/>
                <w:sz w:val="22"/>
                <w:szCs w:val="22"/>
              </w:rPr>
              <w:t>5:30PM-9:45PM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7C58CE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64C8C"/>
    <w:rsid w:val="000660B8"/>
    <w:rsid w:val="001154AA"/>
    <w:rsid w:val="001A72A1"/>
    <w:rsid w:val="00257903"/>
    <w:rsid w:val="003232F2"/>
    <w:rsid w:val="0032585F"/>
    <w:rsid w:val="003D4059"/>
    <w:rsid w:val="004503ED"/>
    <w:rsid w:val="004D3E59"/>
    <w:rsid w:val="00557C86"/>
    <w:rsid w:val="00581776"/>
    <w:rsid w:val="005B4A28"/>
    <w:rsid w:val="006069E8"/>
    <w:rsid w:val="006B4EB8"/>
    <w:rsid w:val="00732582"/>
    <w:rsid w:val="007C58CE"/>
    <w:rsid w:val="007E0FEF"/>
    <w:rsid w:val="00810A16"/>
    <w:rsid w:val="00874261"/>
    <w:rsid w:val="00881C25"/>
    <w:rsid w:val="009A28F0"/>
    <w:rsid w:val="009F1C01"/>
    <w:rsid w:val="009F2E69"/>
    <w:rsid w:val="00A61125"/>
    <w:rsid w:val="00AA1D75"/>
    <w:rsid w:val="00AE2152"/>
    <w:rsid w:val="00B03EB3"/>
    <w:rsid w:val="00B11797"/>
    <w:rsid w:val="00B370A5"/>
    <w:rsid w:val="00B66AA6"/>
    <w:rsid w:val="00B8724B"/>
    <w:rsid w:val="00C36274"/>
    <w:rsid w:val="00D8304F"/>
    <w:rsid w:val="00D905A7"/>
    <w:rsid w:val="00DA15B4"/>
    <w:rsid w:val="00DC3C12"/>
    <w:rsid w:val="00DE6C79"/>
    <w:rsid w:val="00E47A3D"/>
    <w:rsid w:val="00F12931"/>
    <w:rsid w:val="00F85CB9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6069E8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6069E8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81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13</cp:revision>
  <cp:lastPrinted>2012-11-19T18:19:00Z</cp:lastPrinted>
  <dcterms:created xsi:type="dcterms:W3CDTF">2012-11-15T19:24:00Z</dcterms:created>
  <dcterms:modified xsi:type="dcterms:W3CDTF">2012-11-20T18:57:00Z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