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F503D5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F503D5" w:rsidRDefault="00F503D5" w:rsidP="00F503D5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21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  </w:t>
            </w:r>
            <w:r w:rsidRPr="00F503D5">
              <w:rPr>
                <w:color w:val="000000" w:themeColor="text1"/>
                <w:sz w:val="24"/>
                <w:szCs w:val="24"/>
              </w:rPr>
              <w:t>5</w:t>
            </w:r>
            <w:r w:rsidRPr="00F503D5">
              <w:rPr>
                <w:color w:val="000000" w:themeColor="text1"/>
                <w:sz w:val="24"/>
                <w:szCs w:val="24"/>
              </w:rPr>
              <w:t>Wk</w:t>
            </w:r>
            <w:r w:rsidRPr="00F503D5">
              <w:rPr>
                <w:color w:val="000000" w:themeColor="text1"/>
                <w:sz w:val="24"/>
                <w:szCs w:val="24"/>
              </w:rPr>
              <w:t xml:space="preserve"> Weekend</w:t>
            </w:r>
            <w:r w:rsidRPr="00F503D5">
              <w:rPr>
                <w:color w:val="000000" w:themeColor="text1"/>
                <w:sz w:val="24"/>
                <w:szCs w:val="24"/>
              </w:rPr>
              <w:t xml:space="preserve"> Class </w:t>
            </w:r>
            <w:r w:rsidRPr="00F503D5">
              <w:rPr>
                <w:color w:val="000000" w:themeColor="text1"/>
                <w:sz w:val="24"/>
                <w:szCs w:val="24"/>
              </w:rPr>
              <w:t>April/May</w:t>
            </w:r>
            <w:r w:rsidRPr="00F503D5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F503D5">
              <w:rPr>
                <w:color w:val="000000" w:themeColor="text1"/>
                <w:sz w:val="24"/>
                <w:szCs w:val="24"/>
              </w:rPr>
              <w:t>April 6-May 5)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F503D5" w:rsidRDefault="00F503D5" w:rsidP="004E09C4">
            <w:pPr>
              <w:pStyle w:val="Year"/>
            </w:pPr>
            <w:r>
              <w:t>2013</w:t>
            </w:r>
          </w:p>
        </w:tc>
      </w:tr>
    </w:tbl>
    <w:p w:rsidR="00FC6B80" w:rsidRPr="00B17371" w:rsidRDefault="00B17371" w:rsidP="003232F2">
      <w:pPr>
        <w:pStyle w:val="Heading2"/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23159E">
        <w:rPr>
          <w:rFonts w:ascii="Bookman Old Style" w:hAnsi="Bookman Old Style"/>
          <w:sz w:val="22"/>
          <w:szCs w:val="22"/>
        </w:rPr>
        <w:t xml:space="preserve">        </w:t>
      </w:r>
    </w:p>
    <w:tbl>
      <w:tblPr>
        <w:tblW w:w="14931" w:type="dxa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1"/>
        <w:gridCol w:w="1887"/>
        <w:gridCol w:w="2160"/>
        <w:gridCol w:w="2070"/>
        <w:gridCol w:w="2250"/>
        <w:gridCol w:w="2250"/>
        <w:gridCol w:w="2223"/>
      </w:tblGrid>
      <w:tr w:rsidR="0038201A" w:rsidTr="00F503D5">
        <w:trPr>
          <w:trHeight w:hRule="exact" w:val="500"/>
        </w:trPr>
        <w:tc>
          <w:tcPr>
            <w:tcW w:w="2091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1887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223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38201A" w:rsidTr="00F503D5">
        <w:trPr>
          <w:trHeight w:hRule="exact" w:val="1198"/>
        </w:trPr>
        <w:tc>
          <w:tcPr>
            <w:tcW w:w="2091" w:type="dxa"/>
            <w:shd w:val="clear" w:color="auto" w:fill="D9D9D9" w:themeFill="background1" w:themeFillShade="D9"/>
          </w:tcPr>
          <w:p w:rsidR="0038201A" w:rsidRPr="00D905A7" w:rsidRDefault="0038201A" w:rsidP="005253CC">
            <w:pPr>
              <w:rPr>
                <w:sz w:val="24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:rsidR="00A51ABC" w:rsidRPr="00A51ABC" w:rsidRDefault="00D012FB" w:rsidP="003232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4"/>
              </w:rPr>
              <w:t>1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5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50" w:type="dxa"/>
          </w:tcPr>
          <w:p w:rsidR="00FC6B80" w:rsidRPr="00D905A7" w:rsidRDefault="00D012FB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3" w:type="dxa"/>
          </w:tcPr>
          <w:p w:rsidR="006D0BC8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D012FB" w:rsidRDefault="00F503D5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8:30am-5:00pm</w:t>
            </w:r>
          </w:p>
        </w:tc>
      </w:tr>
      <w:tr w:rsidR="0038201A" w:rsidTr="00F503D5">
        <w:trPr>
          <w:trHeight w:hRule="exact" w:val="1063"/>
        </w:trPr>
        <w:tc>
          <w:tcPr>
            <w:tcW w:w="2091" w:type="dxa"/>
          </w:tcPr>
          <w:p w:rsidR="009A6AC1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Default="00F503D5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</w:t>
            </w:r>
            <w:r w:rsidR="00D012FB">
              <w:rPr>
                <w:rFonts w:ascii="Felix Titling" w:hAnsi="Felix Titling" w:cs="Times New Roman"/>
                <w:b/>
                <w:sz w:val="22"/>
                <w:szCs w:val="22"/>
              </w:rPr>
              <w:t>:30PM</w:t>
            </w:r>
          </w:p>
          <w:p w:rsidR="009A6AC1" w:rsidRPr="00D905A7" w:rsidRDefault="009A6AC1" w:rsidP="002A4860">
            <w:pPr>
              <w:rPr>
                <w:sz w:val="24"/>
              </w:rPr>
            </w:pPr>
          </w:p>
        </w:tc>
        <w:tc>
          <w:tcPr>
            <w:tcW w:w="1887" w:type="dxa"/>
          </w:tcPr>
          <w:p w:rsidR="009E3525" w:rsidRPr="009E3525" w:rsidRDefault="00D012FB" w:rsidP="00884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6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7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50" w:type="dxa"/>
          </w:tcPr>
          <w:p w:rsidR="009E3525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50" w:type="dxa"/>
            <w:shd w:val="clear" w:color="auto" w:fill="FFFFFF" w:themeFill="background1"/>
          </w:tcPr>
          <w:p w:rsidR="0088416B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A51ABC" w:rsidRPr="00A51ABC" w:rsidRDefault="00A51ABC" w:rsidP="00A51ABC">
            <w:pPr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990E0D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990E0D" w:rsidRDefault="00F503D5" w:rsidP="00D012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</w:t>
            </w:r>
            <w:r w:rsidR="00D012FB">
              <w:rPr>
                <w:rFonts w:ascii="Felix Titling" w:hAnsi="Felix Titling" w:cs="Times New Roman"/>
                <w:b/>
                <w:sz w:val="22"/>
                <w:szCs w:val="22"/>
              </w:rPr>
              <w:t>:30PM</w:t>
            </w:r>
          </w:p>
          <w:p w:rsidR="009A6AC1" w:rsidRPr="00D905A7" w:rsidRDefault="009A6AC1" w:rsidP="009A6AC1">
            <w:pPr>
              <w:rPr>
                <w:sz w:val="24"/>
              </w:rPr>
            </w:pPr>
          </w:p>
        </w:tc>
      </w:tr>
      <w:tr w:rsidR="0038201A" w:rsidTr="00F503D5">
        <w:trPr>
          <w:trHeight w:hRule="exact" w:val="1063"/>
        </w:trPr>
        <w:tc>
          <w:tcPr>
            <w:tcW w:w="2091" w:type="dxa"/>
            <w:shd w:val="clear" w:color="auto" w:fill="FFFFFF" w:themeFill="background1"/>
          </w:tcPr>
          <w:p w:rsidR="00990E0D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990E0D" w:rsidRDefault="00F503D5" w:rsidP="00D012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</w:t>
            </w:r>
            <w:r w:rsidR="00D012FB">
              <w:rPr>
                <w:rFonts w:ascii="Felix Titling" w:hAnsi="Felix Titling" w:cs="Times New Roman"/>
                <w:b/>
                <w:sz w:val="22"/>
                <w:szCs w:val="22"/>
              </w:rPr>
              <w:t>:30PM</w:t>
            </w:r>
          </w:p>
          <w:p w:rsidR="009A6AC1" w:rsidRPr="00D905A7" w:rsidRDefault="009A6AC1" w:rsidP="00990E0D">
            <w:pPr>
              <w:rPr>
                <w:sz w:val="24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:rsidR="00990E0D" w:rsidRPr="00990E0D" w:rsidRDefault="00D012FB" w:rsidP="00D012FB">
            <w:pPr>
              <w:rPr>
                <w:b/>
                <w:color w:val="000000" w:themeColor="text1"/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60" w:type="dxa"/>
            <w:shd w:val="clear" w:color="auto" w:fill="FFFFFF" w:themeFill="background1"/>
          </w:tcPr>
          <w:p w:rsidR="009E3525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70" w:type="dxa"/>
            <w:shd w:val="clear" w:color="auto" w:fill="FFFFFF" w:themeFill="background1"/>
          </w:tcPr>
          <w:p w:rsidR="009E3525" w:rsidRPr="002A5DD6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50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50" w:type="dxa"/>
            <w:shd w:val="clear" w:color="auto" w:fill="FFFFFF" w:themeFill="background1"/>
          </w:tcPr>
          <w:p w:rsidR="00FC6B80" w:rsidRPr="00D905A7" w:rsidRDefault="00D012FB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23" w:type="dxa"/>
            <w:shd w:val="clear" w:color="auto" w:fill="FFFFFF" w:themeFill="background1"/>
          </w:tcPr>
          <w:p w:rsidR="009A6AC1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D905A7" w:rsidRDefault="00F503D5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</w:t>
            </w:r>
            <w:r w:rsidR="00D012FB">
              <w:rPr>
                <w:rFonts w:ascii="Felix Titling" w:hAnsi="Felix Titling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F503D5">
        <w:trPr>
          <w:trHeight w:hRule="exact" w:val="973"/>
        </w:trPr>
        <w:tc>
          <w:tcPr>
            <w:tcW w:w="2091" w:type="dxa"/>
            <w:shd w:val="clear" w:color="auto" w:fill="FFFFFF" w:themeFill="background1"/>
          </w:tcPr>
          <w:p w:rsidR="009A6AC1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A6AC1" w:rsidRPr="00D905A7" w:rsidRDefault="00F503D5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8:30am-5:00pm</w:t>
            </w:r>
          </w:p>
        </w:tc>
        <w:tc>
          <w:tcPr>
            <w:tcW w:w="1887" w:type="dxa"/>
            <w:shd w:val="clear" w:color="auto" w:fill="FFFFFF" w:themeFill="background1"/>
          </w:tcPr>
          <w:p w:rsidR="00F12BBA" w:rsidRPr="009E3525" w:rsidRDefault="00D012FB" w:rsidP="002A5DD6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22</w:t>
            </w:r>
          </w:p>
        </w:tc>
        <w:tc>
          <w:tcPr>
            <w:tcW w:w="2160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070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50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50" w:type="dxa"/>
            <w:shd w:val="clear" w:color="auto" w:fill="FFFFFF" w:themeFill="background1"/>
          </w:tcPr>
          <w:p w:rsidR="00D905A7" w:rsidRPr="00D905A7" w:rsidRDefault="00D012FB" w:rsidP="00687943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23" w:type="dxa"/>
            <w:shd w:val="clear" w:color="auto" w:fill="FFFFFF" w:themeFill="background1"/>
          </w:tcPr>
          <w:p w:rsidR="00990E0D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D012FB" w:rsidRPr="00F503D5" w:rsidRDefault="00D012FB" w:rsidP="00D012FB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F503D5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D012FB" w:rsidRPr="00A51ABC" w:rsidRDefault="006F500E" w:rsidP="006F500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  <w:r w:rsidRPr="00F503D5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D012FB" w:rsidRPr="00F503D5">
              <w:rPr>
                <w:rFonts w:ascii="Cooper Black" w:hAnsi="Cooper Black" w:cs="Times New Roman"/>
                <w:b/>
                <w:sz w:val="22"/>
                <w:szCs w:val="22"/>
              </w:rPr>
              <w:t>:00AM-</w:t>
            </w:r>
            <w:r w:rsidRPr="00F503D5">
              <w:rPr>
                <w:rFonts w:ascii="Cooper Black" w:hAnsi="Cooper Black" w:cs="Times New Roman"/>
                <w:b/>
                <w:sz w:val="22"/>
                <w:szCs w:val="22"/>
              </w:rPr>
              <w:t>3</w:t>
            </w:r>
            <w:r w:rsidR="00D012FB" w:rsidRPr="00F503D5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F503D5">
        <w:trPr>
          <w:trHeight w:hRule="exact" w:val="1081"/>
        </w:trPr>
        <w:tc>
          <w:tcPr>
            <w:tcW w:w="2091" w:type="dxa"/>
            <w:shd w:val="clear" w:color="auto" w:fill="FFFFFF" w:themeFill="background1"/>
          </w:tcPr>
          <w:p w:rsidR="00990E0D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D012FB" w:rsidRPr="00F503D5" w:rsidRDefault="00D012FB" w:rsidP="00D012FB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F503D5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D012FB" w:rsidRPr="00F503D5" w:rsidRDefault="006F500E" w:rsidP="00D012FB">
            <w:pPr>
              <w:jc w:val="center"/>
              <w:rPr>
                <w:rFonts w:ascii="Cooper Black" w:hAnsi="Cooper Black"/>
                <w:sz w:val="24"/>
              </w:rPr>
            </w:pPr>
            <w:r w:rsidRPr="00F503D5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D012FB" w:rsidRPr="00F503D5">
              <w:rPr>
                <w:rFonts w:ascii="Cooper Black" w:hAnsi="Cooper Black" w:cs="Times New Roman"/>
                <w:b/>
                <w:sz w:val="22"/>
                <w:szCs w:val="22"/>
              </w:rPr>
              <w:t>:00AM-</w:t>
            </w:r>
            <w:r w:rsidRPr="00F503D5">
              <w:rPr>
                <w:rFonts w:ascii="Cooper Black" w:hAnsi="Cooper Black" w:cs="Times New Roman"/>
                <w:b/>
                <w:sz w:val="22"/>
                <w:szCs w:val="22"/>
              </w:rPr>
              <w:t>3</w:t>
            </w:r>
            <w:r w:rsidR="00D012FB" w:rsidRPr="00F503D5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  <w:p w:rsidR="00990E0D" w:rsidRPr="00D905A7" w:rsidRDefault="00990E0D" w:rsidP="002A4860">
            <w:pPr>
              <w:rPr>
                <w:sz w:val="24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60" w:type="dxa"/>
            <w:shd w:val="clear" w:color="auto" w:fill="FFFFFF" w:themeFill="background1"/>
          </w:tcPr>
          <w:p w:rsidR="00257903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12BBA" w:rsidRPr="00D905A7" w:rsidRDefault="00BB7A66" w:rsidP="002A5DD6">
            <w:pPr>
              <w:rPr>
                <w:sz w:val="24"/>
              </w:rPr>
            </w:pPr>
            <w:r>
              <w:rPr>
                <w:sz w:val="24"/>
              </w:rPr>
              <w:t xml:space="preserve">May </w:t>
            </w:r>
            <w:r w:rsidR="00D012FB">
              <w:rPr>
                <w:sz w:val="24"/>
              </w:rPr>
              <w:t>1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257903" w:rsidRPr="00D905A7" w:rsidRDefault="00D012FB" w:rsidP="0009206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C6B80" w:rsidRPr="00D905A7" w:rsidRDefault="00D012FB" w:rsidP="0009206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9A6AC1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D905A7" w:rsidRDefault="00F503D5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8:30am-5:00pm</w:t>
            </w:r>
          </w:p>
        </w:tc>
      </w:tr>
      <w:tr w:rsidR="0038201A" w:rsidTr="00F503D5">
        <w:trPr>
          <w:trHeight w:hRule="exact" w:val="1171"/>
        </w:trPr>
        <w:tc>
          <w:tcPr>
            <w:tcW w:w="2091" w:type="dxa"/>
            <w:shd w:val="clear" w:color="auto" w:fill="D9D9D9" w:themeFill="background1" w:themeFillShade="D9"/>
          </w:tcPr>
          <w:p w:rsidR="009A6AC1" w:rsidRDefault="00D012FB" w:rsidP="002A4860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Default="00F503D5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</w:t>
            </w:r>
            <w:r w:rsidR="00D012FB">
              <w:rPr>
                <w:rFonts w:ascii="Felix Titling" w:hAnsi="Felix Titling" w:cs="Times New Roman"/>
                <w:b/>
                <w:sz w:val="22"/>
                <w:szCs w:val="22"/>
              </w:rPr>
              <w:t>:30PM</w:t>
            </w:r>
          </w:p>
          <w:p w:rsidR="0051734B" w:rsidRPr="00D905A7" w:rsidRDefault="0051734B" w:rsidP="002A4860">
            <w:pPr>
              <w:rPr>
                <w:sz w:val="24"/>
              </w:rPr>
            </w:pPr>
          </w:p>
        </w:tc>
        <w:tc>
          <w:tcPr>
            <w:tcW w:w="1887" w:type="dxa"/>
            <w:shd w:val="clear" w:color="auto" w:fill="D9D9D9" w:themeFill="background1" w:themeFillShade="D9"/>
          </w:tcPr>
          <w:p w:rsidR="00810A16" w:rsidRPr="00F12BBA" w:rsidRDefault="00D012FB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D012FB" w:rsidP="0009206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810A16" w:rsidRPr="00D905A7" w:rsidRDefault="00D012FB" w:rsidP="0009206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257903" w:rsidRPr="00D905A7" w:rsidRDefault="00D012FB" w:rsidP="00257903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C6B80" w:rsidRPr="00D905A7" w:rsidRDefault="00D012F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990E0D" w:rsidRPr="00D905A7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92064"/>
    <w:rsid w:val="00096F7F"/>
    <w:rsid w:val="001154AA"/>
    <w:rsid w:val="00135C0E"/>
    <w:rsid w:val="00164F03"/>
    <w:rsid w:val="001963C6"/>
    <w:rsid w:val="0023159E"/>
    <w:rsid w:val="00242162"/>
    <w:rsid w:val="00257903"/>
    <w:rsid w:val="002919BC"/>
    <w:rsid w:val="002A4860"/>
    <w:rsid w:val="002A5DD6"/>
    <w:rsid w:val="00311EDE"/>
    <w:rsid w:val="003232F2"/>
    <w:rsid w:val="0032585F"/>
    <w:rsid w:val="00357657"/>
    <w:rsid w:val="0038201A"/>
    <w:rsid w:val="0039716D"/>
    <w:rsid w:val="003D4059"/>
    <w:rsid w:val="004503ED"/>
    <w:rsid w:val="0046497C"/>
    <w:rsid w:val="005040CC"/>
    <w:rsid w:val="0051734B"/>
    <w:rsid w:val="005212ED"/>
    <w:rsid w:val="005253CC"/>
    <w:rsid w:val="005B4A28"/>
    <w:rsid w:val="00653B51"/>
    <w:rsid w:val="00687943"/>
    <w:rsid w:val="006B4EB8"/>
    <w:rsid w:val="006D0BC8"/>
    <w:rsid w:val="006F500E"/>
    <w:rsid w:val="00727ED3"/>
    <w:rsid w:val="007842B4"/>
    <w:rsid w:val="007C58CE"/>
    <w:rsid w:val="00810A16"/>
    <w:rsid w:val="00881C25"/>
    <w:rsid w:val="0088416B"/>
    <w:rsid w:val="008E525B"/>
    <w:rsid w:val="00990E0D"/>
    <w:rsid w:val="009A28F0"/>
    <w:rsid w:val="009A6AC1"/>
    <w:rsid w:val="009E3525"/>
    <w:rsid w:val="009E441F"/>
    <w:rsid w:val="00A51ABC"/>
    <w:rsid w:val="00A61125"/>
    <w:rsid w:val="00AB27C0"/>
    <w:rsid w:val="00B03EB3"/>
    <w:rsid w:val="00B17371"/>
    <w:rsid w:val="00B306F6"/>
    <w:rsid w:val="00B370A5"/>
    <w:rsid w:val="00B66AA6"/>
    <w:rsid w:val="00BB7A66"/>
    <w:rsid w:val="00CF3432"/>
    <w:rsid w:val="00D012FB"/>
    <w:rsid w:val="00D2000F"/>
    <w:rsid w:val="00D905A7"/>
    <w:rsid w:val="00DE660E"/>
    <w:rsid w:val="00DE6C79"/>
    <w:rsid w:val="00E47A3D"/>
    <w:rsid w:val="00E74120"/>
    <w:rsid w:val="00EC6BC9"/>
    <w:rsid w:val="00F12BBA"/>
    <w:rsid w:val="00F176DD"/>
    <w:rsid w:val="00F503D5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F503D5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F503D5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16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8</cp:revision>
  <cp:lastPrinted>2012-11-19T16:47:00Z</cp:lastPrinted>
  <dcterms:created xsi:type="dcterms:W3CDTF">2012-11-16T19:18:00Z</dcterms:created>
  <dcterms:modified xsi:type="dcterms:W3CDTF">2012-11-20T15:36:00Z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