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484"/>
        <w:gridCol w:w="2412"/>
      </w:tblGrid>
      <w:tr w:rsidR="00AA0329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AA0329" w:rsidRDefault="00AA0329" w:rsidP="00AA0329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9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</w:t>
            </w:r>
            <w:r w:rsidRPr="00AA0329">
              <w:rPr>
                <w:color w:val="000000" w:themeColor="text1"/>
                <w:sz w:val="24"/>
                <w:szCs w:val="24"/>
              </w:rPr>
              <w:t>5Wk Weekend Class February/March (Feb 23 – March 24)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AA0329" w:rsidRDefault="00AA0329" w:rsidP="004E09C4">
            <w:pPr>
              <w:pStyle w:val="Year"/>
            </w:pPr>
            <w:r>
              <w:t>2013</w:t>
            </w:r>
          </w:p>
        </w:tc>
      </w:tr>
    </w:tbl>
    <w:p w:rsidR="00FC6B80" w:rsidRPr="00CA7ADB" w:rsidRDefault="00CA7ADB" w:rsidP="005F6B5A">
      <w:pPr>
        <w:pStyle w:val="Heading2"/>
        <w:ind w:right="144"/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tbl>
      <w:tblPr>
        <w:tblW w:w="14681" w:type="dxa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1"/>
        <w:gridCol w:w="1980"/>
        <w:gridCol w:w="2160"/>
        <w:gridCol w:w="2160"/>
        <w:gridCol w:w="1980"/>
        <w:gridCol w:w="2070"/>
        <w:gridCol w:w="2160"/>
      </w:tblGrid>
      <w:tr w:rsidR="0038201A" w:rsidTr="003C148E">
        <w:trPr>
          <w:trHeight w:hRule="exact" w:val="500"/>
        </w:trPr>
        <w:tc>
          <w:tcPr>
            <w:tcW w:w="2171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98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198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3C148E">
        <w:trPr>
          <w:trHeight w:hRule="exact" w:val="1198"/>
        </w:trPr>
        <w:tc>
          <w:tcPr>
            <w:tcW w:w="2171" w:type="dxa"/>
            <w:shd w:val="clear" w:color="auto" w:fill="FFFFFF" w:themeFill="background1"/>
          </w:tcPr>
          <w:p w:rsidR="00FC6B80" w:rsidRDefault="0038201A" w:rsidP="00687943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38201A" w:rsidRPr="00D905A7" w:rsidRDefault="0038201A" w:rsidP="00687943">
            <w:pPr>
              <w:rPr>
                <w:sz w:val="24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252C0" w:rsidRDefault="0038201A" w:rsidP="003232F2">
            <w:r>
              <w:rPr>
                <w:sz w:val="24"/>
              </w:rPr>
              <w:t>18</w:t>
            </w:r>
            <w:r w:rsidR="009B2767" w:rsidRPr="009B2767">
              <w:t xml:space="preserve"> </w:t>
            </w:r>
          </w:p>
          <w:p w:rsidR="003252C0" w:rsidRDefault="003252C0" w:rsidP="003232F2"/>
          <w:p w:rsidR="001154AA" w:rsidRPr="003252C0" w:rsidRDefault="009B2767" w:rsidP="003252C0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3252C0">
              <w:rPr>
                <w:b/>
                <w:color w:val="C00000"/>
                <w:sz w:val="24"/>
                <w:szCs w:val="24"/>
              </w:rPr>
              <w:t>President’s Day</w:t>
            </w:r>
            <w:r w:rsidR="003252C0">
              <w:rPr>
                <w:b/>
                <w:color w:val="C00000"/>
                <w:sz w:val="24"/>
                <w:szCs w:val="24"/>
              </w:rPr>
              <w:t>!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8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70" w:type="dxa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0" w:type="dxa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8E525B" w:rsidRDefault="00AA0329" w:rsidP="008E52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8:30AM-5:00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PM</w:t>
            </w:r>
          </w:p>
        </w:tc>
      </w:tr>
      <w:tr w:rsidR="0038201A" w:rsidTr="003C148E">
        <w:trPr>
          <w:trHeight w:hRule="exact" w:val="1162"/>
        </w:trPr>
        <w:tc>
          <w:tcPr>
            <w:tcW w:w="2171" w:type="dxa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9:00AM-4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980" w:type="dxa"/>
          </w:tcPr>
          <w:p w:rsidR="009E3525" w:rsidRPr="009E3525" w:rsidRDefault="0038201A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0" w:type="dxa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8416B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March 1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9:00AM-4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3C148E">
        <w:trPr>
          <w:trHeight w:hRule="exact" w:val="1162"/>
        </w:trPr>
        <w:tc>
          <w:tcPr>
            <w:tcW w:w="2171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9:00AM-4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E3525" w:rsidRPr="002A5DD6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9:00AM-4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3C148E">
        <w:trPr>
          <w:trHeight w:hRule="exact" w:val="1162"/>
        </w:trPr>
        <w:tc>
          <w:tcPr>
            <w:tcW w:w="2171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9E3525" w:rsidRDefault="0038201A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D905A7" w:rsidRPr="00D905A7" w:rsidRDefault="0038201A" w:rsidP="00687943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8E525B" w:rsidRPr="0071698A" w:rsidRDefault="008E525B" w:rsidP="008E525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71698A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E525B" w:rsidRPr="008E525B" w:rsidRDefault="004C0A1D" w:rsidP="008E52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1698A">
              <w:rPr>
                <w:rFonts w:ascii="Cooper Black" w:hAnsi="Cooper Black" w:cs="Times New Roman"/>
                <w:b/>
                <w:sz w:val="22"/>
                <w:szCs w:val="22"/>
              </w:rPr>
              <w:t>7:00AM-3</w:t>
            </w:r>
            <w:r w:rsidR="008E525B" w:rsidRPr="0071698A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3C148E">
        <w:trPr>
          <w:trHeight w:hRule="exact" w:val="1108"/>
        </w:trPr>
        <w:tc>
          <w:tcPr>
            <w:tcW w:w="2171" w:type="dxa"/>
            <w:shd w:val="clear" w:color="auto" w:fill="D9D9D9" w:themeFill="background1" w:themeFillShade="D9"/>
          </w:tcPr>
          <w:p w:rsidR="002A5DD6" w:rsidRDefault="0038201A" w:rsidP="008E525B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8E525B" w:rsidRPr="0036002D" w:rsidRDefault="008E525B" w:rsidP="008E525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36002D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E525B" w:rsidRPr="00D905A7" w:rsidRDefault="00A40A11" w:rsidP="00A40A11">
            <w:pPr>
              <w:jc w:val="center"/>
              <w:rPr>
                <w:sz w:val="24"/>
              </w:rPr>
            </w:pPr>
            <w:r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3002E5" w:rsidRPr="0036002D">
              <w:rPr>
                <w:rFonts w:ascii="Cooper Black" w:hAnsi="Cooper Black" w:cs="Times New Roman"/>
                <w:b/>
                <w:sz w:val="22"/>
                <w:szCs w:val="22"/>
              </w:rPr>
              <w:t>:00</w:t>
            </w:r>
            <w:r w:rsidR="008E525B" w:rsidRPr="0036002D">
              <w:rPr>
                <w:rFonts w:ascii="Cooper Black" w:hAnsi="Cooper Black" w:cs="Times New Roman"/>
                <w:b/>
                <w:sz w:val="22"/>
                <w:szCs w:val="22"/>
              </w:rPr>
              <w:t>AM-</w:t>
            </w:r>
            <w:r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8E525B" w:rsidRPr="0036002D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B2767" w:rsidRPr="00D905A7" w:rsidRDefault="009B2767" w:rsidP="002A5DD6">
            <w:pPr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57903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C6B80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8:30AM-5:0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0PM</w:t>
            </w:r>
          </w:p>
        </w:tc>
      </w:tr>
      <w:tr w:rsidR="0038201A" w:rsidTr="003C148E">
        <w:trPr>
          <w:trHeight w:hRule="exact" w:val="1252"/>
        </w:trPr>
        <w:tc>
          <w:tcPr>
            <w:tcW w:w="2171" w:type="dxa"/>
            <w:shd w:val="clear" w:color="auto" w:fill="D9D9D9" w:themeFill="background1" w:themeFillShade="D9"/>
          </w:tcPr>
          <w:p w:rsidR="002A5DD6" w:rsidRDefault="0038201A" w:rsidP="008E525B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A0329" w:rsidP="008E525B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9:00AM-4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810A16" w:rsidRPr="00F12BBA" w:rsidRDefault="0038201A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57903" w:rsidRPr="00D905A7" w:rsidRDefault="0038201A" w:rsidP="0025790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3018F8">
      <w:pgSz w:w="15840" w:h="12240" w:orient="landscape" w:code="1"/>
      <w:pgMar w:top="1440" w:right="1080" w:bottom="1440" w:left="108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34355"/>
    <w:rsid w:val="00092064"/>
    <w:rsid w:val="00096F7F"/>
    <w:rsid w:val="000B6C34"/>
    <w:rsid w:val="001154AA"/>
    <w:rsid w:val="00257903"/>
    <w:rsid w:val="002A5DD6"/>
    <w:rsid w:val="002E6A2E"/>
    <w:rsid w:val="003002E5"/>
    <w:rsid w:val="003018F8"/>
    <w:rsid w:val="003232F2"/>
    <w:rsid w:val="003252C0"/>
    <w:rsid w:val="0032585F"/>
    <w:rsid w:val="0036002D"/>
    <w:rsid w:val="0038201A"/>
    <w:rsid w:val="0039716D"/>
    <w:rsid w:val="003C148E"/>
    <w:rsid w:val="003D4059"/>
    <w:rsid w:val="004503ED"/>
    <w:rsid w:val="00472EF9"/>
    <w:rsid w:val="004C0A1D"/>
    <w:rsid w:val="004E1325"/>
    <w:rsid w:val="005B4A28"/>
    <w:rsid w:val="005D3C48"/>
    <w:rsid w:val="005F6B5A"/>
    <w:rsid w:val="00655907"/>
    <w:rsid w:val="00687943"/>
    <w:rsid w:val="006B4EB8"/>
    <w:rsid w:val="0071698A"/>
    <w:rsid w:val="0075739E"/>
    <w:rsid w:val="007B1700"/>
    <w:rsid w:val="007C26E1"/>
    <w:rsid w:val="007C58CE"/>
    <w:rsid w:val="00810A16"/>
    <w:rsid w:val="00860E0B"/>
    <w:rsid w:val="00863BE7"/>
    <w:rsid w:val="00881C25"/>
    <w:rsid w:val="0088416B"/>
    <w:rsid w:val="008E525B"/>
    <w:rsid w:val="008F5A60"/>
    <w:rsid w:val="00974D98"/>
    <w:rsid w:val="009A28F0"/>
    <w:rsid w:val="009B2767"/>
    <w:rsid w:val="009C56D5"/>
    <w:rsid w:val="009E3525"/>
    <w:rsid w:val="00A40A11"/>
    <w:rsid w:val="00A61125"/>
    <w:rsid w:val="00AA0329"/>
    <w:rsid w:val="00AB3844"/>
    <w:rsid w:val="00B03EB3"/>
    <w:rsid w:val="00B370A5"/>
    <w:rsid w:val="00B66AA6"/>
    <w:rsid w:val="00C933AD"/>
    <w:rsid w:val="00CA7ADB"/>
    <w:rsid w:val="00CF3432"/>
    <w:rsid w:val="00D83FC4"/>
    <w:rsid w:val="00D905A7"/>
    <w:rsid w:val="00DE6C79"/>
    <w:rsid w:val="00E47A3D"/>
    <w:rsid w:val="00E74120"/>
    <w:rsid w:val="00EC25B1"/>
    <w:rsid w:val="00F12BBA"/>
    <w:rsid w:val="00F77A91"/>
    <w:rsid w:val="00FA05DA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AA0329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AA0329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27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16</cp:revision>
  <cp:lastPrinted>2012-11-19T19:13:00Z</cp:lastPrinted>
  <dcterms:created xsi:type="dcterms:W3CDTF">2012-11-16T21:33:00Z</dcterms:created>
  <dcterms:modified xsi:type="dcterms:W3CDTF">2012-11-20T19:04:00Z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