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8" w:space="0" w:color="BFBFBF"/>
          <w:bottom w:val="single" w:sz="8" w:space="0" w:color="BFBFBF"/>
        </w:tblBorders>
        <w:tblLook w:val="04A0"/>
      </w:tblPr>
      <w:tblGrid>
        <w:gridCol w:w="11603"/>
        <w:gridCol w:w="2437"/>
      </w:tblGrid>
      <w:tr w:rsidR="009123D1" w:rsidTr="004E09C4">
        <w:trPr>
          <w:trHeight w:val="945"/>
        </w:trPr>
        <w:tc>
          <w:tcPr>
            <w:tcW w:w="4132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9123D1" w:rsidRDefault="009123D1" w:rsidP="00DD72B4">
            <w:pPr>
              <w:pStyle w:val="Month"/>
              <w:jc w:val="both"/>
              <w:rPr>
                <w:sz w:val="24"/>
                <w:szCs w:val="24"/>
              </w:rPr>
            </w:pPr>
            <w:r>
              <w:rPr>
                <w:b w:val="0"/>
                <w:noProof/>
              </w:rPr>
              <w:drawing>
                <wp:inline distT="0" distB="0" distL="0" distR="0">
                  <wp:extent cx="1367155" cy="813435"/>
                  <wp:effectExtent l="19050" t="0" r="4445" b="0"/>
                  <wp:docPr id="25" name="Picture 2" descr="Description: TITL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TIT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5714" t="-50000" r="1430" b="-350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155" cy="813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 xml:space="preserve">            </w:t>
            </w:r>
            <w:r w:rsidRPr="009123D1">
              <w:rPr>
                <w:color w:val="000000" w:themeColor="text1"/>
                <w:sz w:val="24"/>
                <w:szCs w:val="24"/>
              </w:rPr>
              <w:t xml:space="preserve">5Wk Weekend Class </w:t>
            </w:r>
            <w:r w:rsidR="00DD72B4">
              <w:rPr>
                <w:color w:val="000000" w:themeColor="text1"/>
                <w:sz w:val="24"/>
                <w:szCs w:val="24"/>
              </w:rPr>
              <w:t>January/February</w:t>
            </w:r>
            <w:r w:rsidRPr="009123D1">
              <w:rPr>
                <w:color w:val="000000" w:themeColor="text1"/>
                <w:sz w:val="24"/>
                <w:szCs w:val="24"/>
              </w:rPr>
              <w:t xml:space="preserve"> (</w:t>
            </w:r>
            <w:r w:rsidR="00DD72B4">
              <w:rPr>
                <w:color w:val="000000" w:themeColor="text1"/>
                <w:sz w:val="24"/>
                <w:szCs w:val="24"/>
              </w:rPr>
              <w:t>Jan 12</w:t>
            </w:r>
            <w:r w:rsidRPr="009123D1">
              <w:rPr>
                <w:color w:val="000000" w:themeColor="text1"/>
                <w:sz w:val="24"/>
                <w:szCs w:val="24"/>
              </w:rPr>
              <w:t xml:space="preserve"> – </w:t>
            </w:r>
            <w:r w:rsidR="00DD72B4">
              <w:rPr>
                <w:color w:val="000000" w:themeColor="text1"/>
                <w:sz w:val="24"/>
                <w:szCs w:val="24"/>
              </w:rPr>
              <w:t>Feb 10</w:t>
            </w:r>
            <w:r w:rsidRPr="009123D1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868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9123D1" w:rsidRDefault="009123D1" w:rsidP="004E09C4">
            <w:pPr>
              <w:pStyle w:val="Year"/>
            </w:pPr>
            <w:r>
              <w:t>2013</w:t>
            </w:r>
          </w:p>
        </w:tc>
      </w:tr>
    </w:tbl>
    <w:p w:rsidR="00FC6B80" w:rsidRPr="003232F2" w:rsidRDefault="00FC6B80" w:rsidP="003232F2">
      <w:pPr>
        <w:pStyle w:val="Heading2"/>
        <w:rPr>
          <w:sz w:val="22"/>
          <w:szCs w:val="22"/>
        </w:rPr>
      </w:pPr>
    </w:p>
    <w:tbl>
      <w:tblPr>
        <w:tblW w:w="14661" w:type="dxa"/>
        <w:tblInd w:w="-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36"/>
        <w:gridCol w:w="1896"/>
        <w:gridCol w:w="2016"/>
        <w:gridCol w:w="2016"/>
        <w:gridCol w:w="2016"/>
        <w:gridCol w:w="2016"/>
        <w:gridCol w:w="2565"/>
      </w:tblGrid>
      <w:tr w:rsidR="00FC6B80" w:rsidTr="00CA2B1E">
        <w:trPr>
          <w:trHeight w:hRule="exact" w:val="500"/>
        </w:trPr>
        <w:tc>
          <w:tcPr>
            <w:tcW w:w="2136" w:type="dxa"/>
            <w:shd w:val="pct60" w:color="auto" w:fill="FFFFFF"/>
            <w:vAlign w:val="center"/>
          </w:tcPr>
          <w:p w:rsidR="00FC6B80" w:rsidRDefault="005B4A28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SUNDAY</w:t>
            </w:r>
          </w:p>
        </w:tc>
        <w:tc>
          <w:tcPr>
            <w:tcW w:w="1896" w:type="dxa"/>
            <w:shd w:val="pct60" w:color="auto" w:fill="FFFFFF"/>
            <w:vAlign w:val="center"/>
          </w:tcPr>
          <w:p w:rsidR="00FC6B80" w:rsidRDefault="005B4A28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MONDAY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TUESDAY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WEDNESDAY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THURSDAY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FRIDAY</w:t>
            </w:r>
          </w:p>
        </w:tc>
        <w:tc>
          <w:tcPr>
            <w:tcW w:w="2565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SATURDAY</w:t>
            </w:r>
          </w:p>
        </w:tc>
      </w:tr>
      <w:tr w:rsidR="00FC6B80" w:rsidTr="00CA2B1E">
        <w:trPr>
          <w:trHeight w:hRule="exact" w:val="1297"/>
        </w:trPr>
        <w:tc>
          <w:tcPr>
            <w:tcW w:w="2136" w:type="dxa"/>
            <w:shd w:val="clear" w:color="auto" w:fill="FFFFFF" w:themeFill="background1"/>
          </w:tcPr>
          <w:p w:rsidR="00FC6B80" w:rsidRPr="00D905A7" w:rsidRDefault="002A5DD6" w:rsidP="00687943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96" w:type="dxa"/>
            <w:shd w:val="clear" w:color="auto" w:fill="FFFFFF" w:themeFill="background1"/>
          </w:tcPr>
          <w:p w:rsidR="001154AA" w:rsidRDefault="002A5DD6" w:rsidP="003232F2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  <w:p w:rsidR="009E3525" w:rsidRPr="009E3525" w:rsidRDefault="009E3525" w:rsidP="009E35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16" w:type="dxa"/>
          </w:tcPr>
          <w:p w:rsidR="009E3525" w:rsidRPr="00D905A7" w:rsidRDefault="002A5DD6" w:rsidP="0088416B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016" w:type="dxa"/>
          </w:tcPr>
          <w:p w:rsidR="009E3525" w:rsidRPr="00D905A7" w:rsidRDefault="002A5DD6" w:rsidP="0088416B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016" w:type="dxa"/>
          </w:tcPr>
          <w:p w:rsidR="009E3525" w:rsidRPr="00D905A7" w:rsidRDefault="002A5DD6" w:rsidP="0088416B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16" w:type="dxa"/>
          </w:tcPr>
          <w:p w:rsidR="00FC6B80" w:rsidRPr="00D905A7" w:rsidRDefault="002A5DD6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565" w:type="dxa"/>
          </w:tcPr>
          <w:p w:rsidR="00FC6B80" w:rsidRDefault="002A5DD6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  <w:p w:rsidR="002A5DD6" w:rsidRPr="002A5DD6" w:rsidRDefault="002A5DD6" w:rsidP="002A5DD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A5DD6">
              <w:rPr>
                <w:rFonts w:ascii="Times New Roman" w:hAnsi="Times New Roman" w:cs="Times New Roman"/>
                <w:b/>
                <w:sz w:val="22"/>
                <w:szCs w:val="22"/>
              </w:rPr>
              <w:t>STNA CLASS</w:t>
            </w:r>
          </w:p>
          <w:p w:rsidR="002A5DD6" w:rsidRPr="002A5DD6" w:rsidRDefault="00DB26A9" w:rsidP="002A5DD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8:30AM-5:00PM</w:t>
            </w:r>
          </w:p>
        </w:tc>
      </w:tr>
      <w:tr w:rsidR="00FC6B80" w:rsidTr="00CA2B1E">
        <w:trPr>
          <w:trHeight w:hRule="exact" w:val="1171"/>
        </w:trPr>
        <w:tc>
          <w:tcPr>
            <w:tcW w:w="2136" w:type="dxa"/>
          </w:tcPr>
          <w:p w:rsidR="00FC6B80" w:rsidRDefault="002A5DD6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  <w:p w:rsidR="002A5DD6" w:rsidRPr="002A5DD6" w:rsidRDefault="002A5DD6" w:rsidP="002A5DD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A5DD6">
              <w:rPr>
                <w:rFonts w:ascii="Times New Roman" w:hAnsi="Times New Roman" w:cs="Times New Roman"/>
                <w:b/>
                <w:sz w:val="22"/>
                <w:szCs w:val="22"/>
              </w:rPr>
              <w:t>STNA CLASS</w:t>
            </w:r>
          </w:p>
          <w:p w:rsidR="002A5DD6" w:rsidRPr="00D905A7" w:rsidRDefault="002A5DD6" w:rsidP="002A5DD6">
            <w:pPr>
              <w:jc w:val="center"/>
              <w:rPr>
                <w:sz w:val="24"/>
              </w:rPr>
            </w:pPr>
            <w:r w:rsidRPr="002A5DD6"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  <w:r w:rsidR="00DB26A9">
              <w:rPr>
                <w:rFonts w:ascii="Times New Roman" w:hAnsi="Times New Roman" w:cs="Times New Roman"/>
                <w:b/>
                <w:sz w:val="22"/>
                <w:szCs w:val="22"/>
              </w:rPr>
              <w:t>:00AM-4</w:t>
            </w:r>
            <w:r w:rsidRPr="002A5DD6">
              <w:rPr>
                <w:rFonts w:ascii="Times New Roman" w:hAnsi="Times New Roman" w:cs="Times New Roman"/>
                <w:b/>
                <w:sz w:val="22"/>
                <w:szCs w:val="22"/>
              </w:rPr>
              <w:t>:30PM</w:t>
            </w:r>
          </w:p>
        </w:tc>
        <w:tc>
          <w:tcPr>
            <w:tcW w:w="1896" w:type="dxa"/>
          </w:tcPr>
          <w:p w:rsidR="009E3525" w:rsidRPr="009E3525" w:rsidRDefault="002A5DD6" w:rsidP="008841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016" w:type="dxa"/>
          </w:tcPr>
          <w:p w:rsidR="009E3525" w:rsidRPr="00D905A7" w:rsidRDefault="002A5DD6" w:rsidP="0088416B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016" w:type="dxa"/>
          </w:tcPr>
          <w:p w:rsidR="009E3525" w:rsidRPr="00D905A7" w:rsidRDefault="002A5DD6" w:rsidP="0088416B">
            <w:pPr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016" w:type="dxa"/>
          </w:tcPr>
          <w:p w:rsidR="009E3525" w:rsidRPr="00D905A7" w:rsidRDefault="002A5DD6" w:rsidP="002A5DD6">
            <w:pPr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016" w:type="dxa"/>
            <w:shd w:val="clear" w:color="auto" w:fill="FFFFFF" w:themeFill="background1"/>
          </w:tcPr>
          <w:p w:rsidR="0088416B" w:rsidRPr="00D905A7" w:rsidRDefault="002A5DD6" w:rsidP="0088416B">
            <w:pPr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565" w:type="dxa"/>
            <w:shd w:val="clear" w:color="auto" w:fill="FFFFFF" w:themeFill="background1"/>
          </w:tcPr>
          <w:p w:rsidR="00FC6B80" w:rsidRDefault="002A5DD6">
            <w:pPr>
              <w:rPr>
                <w:sz w:val="24"/>
              </w:rPr>
            </w:pPr>
            <w:r>
              <w:rPr>
                <w:sz w:val="24"/>
              </w:rPr>
              <w:t>19</w:t>
            </w:r>
          </w:p>
          <w:p w:rsidR="002A5DD6" w:rsidRPr="002A5DD6" w:rsidRDefault="002A5DD6" w:rsidP="002A5DD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A5DD6">
              <w:rPr>
                <w:rFonts w:ascii="Times New Roman" w:hAnsi="Times New Roman" w:cs="Times New Roman"/>
                <w:b/>
                <w:sz w:val="22"/>
                <w:szCs w:val="22"/>
              </w:rPr>
              <w:t>STNA CLASS</w:t>
            </w:r>
          </w:p>
          <w:p w:rsidR="002A5DD6" w:rsidRPr="00D905A7" w:rsidRDefault="002A5DD6" w:rsidP="00DB26A9">
            <w:pPr>
              <w:jc w:val="center"/>
              <w:rPr>
                <w:sz w:val="24"/>
              </w:rPr>
            </w:pPr>
            <w:r w:rsidRPr="002A5DD6"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  <w:r w:rsidR="00DB26A9">
              <w:rPr>
                <w:rFonts w:ascii="Times New Roman" w:hAnsi="Times New Roman" w:cs="Times New Roman"/>
                <w:b/>
                <w:sz w:val="22"/>
                <w:szCs w:val="22"/>
              </w:rPr>
              <w:t>:00</w:t>
            </w:r>
            <w:r w:rsidRPr="002A5DD6">
              <w:rPr>
                <w:rFonts w:ascii="Times New Roman" w:hAnsi="Times New Roman" w:cs="Times New Roman"/>
                <w:b/>
                <w:sz w:val="22"/>
                <w:szCs w:val="22"/>
              </w:rPr>
              <w:t>AM-</w:t>
            </w:r>
            <w:r w:rsidR="00DB26A9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Pr="002A5DD6">
              <w:rPr>
                <w:rFonts w:ascii="Times New Roman" w:hAnsi="Times New Roman" w:cs="Times New Roman"/>
                <w:b/>
                <w:sz w:val="22"/>
                <w:szCs w:val="22"/>
              </w:rPr>
              <w:t>:30PM</w:t>
            </w:r>
          </w:p>
        </w:tc>
      </w:tr>
      <w:tr w:rsidR="00FC6B80" w:rsidTr="00CA2B1E">
        <w:trPr>
          <w:trHeight w:hRule="exact" w:val="1513"/>
        </w:trPr>
        <w:tc>
          <w:tcPr>
            <w:tcW w:w="2136" w:type="dxa"/>
            <w:shd w:val="clear" w:color="auto" w:fill="FFFFFF" w:themeFill="background1"/>
          </w:tcPr>
          <w:p w:rsidR="00FC6B80" w:rsidRDefault="002A5DD6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  <w:p w:rsidR="002A5DD6" w:rsidRPr="002A5DD6" w:rsidRDefault="002A5DD6" w:rsidP="002A5DD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A5DD6">
              <w:rPr>
                <w:rFonts w:ascii="Times New Roman" w:hAnsi="Times New Roman" w:cs="Times New Roman"/>
                <w:b/>
                <w:sz w:val="22"/>
                <w:szCs w:val="22"/>
              </w:rPr>
              <w:t>STNA CLASS</w:t>
            </w:r>
          </w:p>
          <w:p w:rsidR="002A5DD6" w:rsidRPr="00D905A7" w:rsidRDefault="002A5DD6" w:rsidP="002A5DD6">
            <w:pPr>
              <w:jc w:val="center"/>
              <w:rPr>
                <w:sz w:val="24"/>
              </w:rPr>
            </w:pPr>
            <w:r w:rsidRPr="002A5DD6"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  <w:r w:rsidR="00DB26A9">
              <w:rPr>
                <w:rFonts w:ascii="Times New Roman" w:hAnsi="Times New Roman" w:cs="Times New Roman"/>
                <w:b/>
                <w:sz w:val="22"/>
                <w:szCs w:val="22"/>
              </w:rPr>
              <w:t>:00AM-4</w:t>
            </w:r>
            <w:r w:rsidRPr="002A5DD6">
              <w:rPr>
                <w:rFonts w:ascii="Times New Roman" w:hAnsi="Times New Roman" w:cs="Times New Roman"/>
                <w:b/>
                <w:sz w:val="22"/>
                <w:szCs w:val="22"/>
              </w:rPr>
              <w:t>:30PM</w:t>
            </w:r>
          </w:p>
        </w:tc>
        <w:tc>
          <w:tcPr>
            <w:tcW w:w="1896" w:type="dxa"/>
            <w:shd w:val="clear" w:color="auto" w:fill="FFFFFF" w:themeFill="background1"/>
          </w:tcPr>
          <w:p w:rsidR="007C7B18" w:rsidRDefault="002A5DD6" w:rsidP="002A5DD6">
            <w:pPr>
              <w:rPr>
                <w:b/>
                <w:sz w:val="24"/>
              </w:rPr>
            </w:pPr>
            <w:r>
              <w:rPr>
                <w:sz w:val="24"/>
              </w:rPr>
              <w:t>21</w:t>
            </w:r>
            <w:r w:rsidR="00937EFC" w:rsidRPr="007C7B18">
              <w:rPr>
                <w:b/>
                <w:sz w:val="24"/>
              </w:rPr>
              <w:t xml:space="preserve"> </w:t>
            </w:r>
          </w:p>
          <w:p w:rsidR="007C7B18" w:rsidRDefault="007C7B18" w:rsidP="002A5DD6">
            <w:pPr>
              <w:rPr>
                <w:b/>
                <w:sz w:val="24"/>
              </w:rPr>
            </w:pPr>
          </w:p>
          <w:p w:rsidR="009E3525" w:rsidRPr="00B3216D" w:rsidRDefault="00740CA3" w:rsidP="007C7B18">
            <w:pPr>
              <w:jc w:val="center"/>
              <w:rPr>
                <w:b/>
                <w:color w:val="C00000"/>
                <w:sz w:val="22"/>
                <w:szCs w:val="22"/>
              </w:rPr>
            </w:pPr>
            <w:r w:rsidRPr="00B3216D">
              <w:rPr>
                <w:b/>
                <w:color w:val="C00000"/>
                <w:sz w:val="22"/>
                <w:szCs w:val="22"/>
              </w:rPr>
              <w:t>MARTIN LUTHER KING JR. DAY!</w:t>
            </w:r>
          </w:p>
          <w:p w:rsidR="007C7B18" w:rsidRDefault="007C7B18" w:rsidP="002A5DD6">
            <w:pPr>
              <w:rPr>
                <w:sz w:val="24"/>
              </w:rPr>
            </w:pPr>
          </w:p>
          <w:p w:rsidR="00937EFC" w:rsidRPr="00D905A7" w:rsidRDefault="00937EFC" w:rsidP="002A5DD6">
            <w:pPr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</w:p>
        </w:tc>
        <w:tc>
          <w:tcPr>
            <w:tcW w:w="2016" w:type="dxa"/>
            <w:shd w:val="clear" w:color="auto" w:fill="FFFFFF" w:themeFill="background1"/>
          </w:tcPr>
          <w:p w:rsidR="009E3525" w:rsidRPr="00D905A7" w:rsidRDefault="002A5DD6" w:rsidP="002A5DD6">
            <w:pPr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016" w:type="dxa"/>
            <w:shd w:val="clear" w:color="auto" w:fill="FFFFFF" w:themeFill="background1"/>
          </w:tcPr>
          <w:p w:rsidR="009E3525" w:rsidRPr="002A5DD6" w:rsidRDefault="002A5DD6" w:rsidP="002A5DD6">
            <w:pPr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016" w:type="dxa"/>
            <w:shd w:val="clear" w:color="auto" w:fill="FFFFFF" w:themeFill="background1"/>
          </w:tcPr>
          <w:p w:rsidR="00F12BBA" w:rsidRPr="00D905A7" w:rsidRDefault="002A5DD6" w:rsidP="002A5DD6">
            <w:pPr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016" w:type="dxa"/>
            <w:shd w:val="clear" w:color="auto" w:fill="FFFFFF" w:themeFill="background1"/>
          </w:tcPr>
          <w:p w:rsidR="00FC6B80" w:rsidRPr="00D905A7" w:rsidRDefault="002A5DD6">
            <w:pPr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565" w:type="dxa"/>
            <w:shd w:val="clear" w:color="auto" w:fill="FFFFFF" w:themeFill="background1"/>
          </w:tcPr>
          <w:p w:rsidR="00FC6B80" w:rsidRDefault="002A5DD6">
            <w:pPr>
              <w:rPr>
                <w:sz w:val="24"/>
              </w:rPr>
            </w:pPr>
            <w:r>
              <w:rPr>
                <w:sz w:val="24"/>
              </w:rPr>
              <w:t>26</w:t>
            </w:r>
          </w:p>
          <w:p w:rsidR="002A5DD6" w:rsidRPr="002A5DD6" w:rsidRDefault="002A5DD6" w:rsidP="002A5DD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A5DD6">
              <w:rPr>
                <w:rFonts w:ascii="Times New Roman" w:hAnsi="Times New Roman" w:cs="Times New Roman"/>
                <w:b/>
                <w:sz w:val="22"/>
                <w:szCs w:val="22"/>
              </w:rPr>
              <w:t>STNA CLASS</w:t>
            </w:r>
          </w:p>
          <w:p w:rsidR="002A5DD6" w:rsidRPr="00D905A7" w:rsidRDefault="002A5DD6" w:rsidP="002A5DD6">
            <w:pPr>
              <w:jc w:val="center"/>
              <w:rPr>
                <w:sz w:val="24"/>
              </w:rPr>
            </w:pPr>
            <w:r w:rsidRPr="002A5DD6"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  <w:r w:rsidR="00DB26A9">
              <w:rPr>
                <w:rFonts w:ascii="Times New Roman" w:hAnsi="Times New Roman" w:cs="Times New Roman"/>
                <w:b/>
                <w:sz w:val="22"/>
                <w:szCs w:val="22"/>
              </w:rPr>
              <w:t>:00AM-4</w:t>
            </w:r>
            <w:r w:rsidRPr="002A5DD6">
              <w:rPr>
                <w:rFonts w:ascii="Times New Roman" w:hAnsi="Times New Roman" w:cs="Times New Roman"/>
                <w:b/>
                <w:sz w:val="22"/>
                <w:szCs w:val="22"/>
              </w:rPr>
              <w:t>:30PM</w:t>
            </w:r>
          </w:p>
        </w:tc>
      </w:tr>
      <w:tr w:rsidR="00687943" w:rsidTr="00CA2B1E">
        <w:trPr>
          <w:trHeight w:hRule="exact" w:val="1171"/>
        </w:trPr>
        <w:tc>
          <w:tcPr>
            <w:tcW w:w="2136" w:type="dxa"/>
            <w:shd w:val="clear" w:color="auto" w:fill="FFFFFF" w:themeFill="background1"/>
          </w:tcPr>
          <w:p w:rsidR="00D905A7" w:rsidRDefault="002A5DD6">
            <w:pPr>
              <w:rPr>
                <w:sz w:val="24"/>
              </w:rPr>
            </w:pPr>
            <w:r>
              <w:rPr>
                <w:sz w:val="24"/>
              </w:rPr>
              <w:t>27</w:t>
            </w:r>
          </w:p>
          <w:p w:rsidR="002A5DD6" w:rsidRPr="002A5DD6" w:rsidRDefault="002A5DD6" w:rsidP="002A5DD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A5DD6">
              <w:rPr>
                <w:rFonts w:ascii="Times New Roman" w:hAnsi="Times New Roman" w:cs="Times New Roman"/>
                <w:b/>
                <w:sz w:val="22"/>
                <w:szCs w:val="22"/>
              </w:rPr>
              <w:t>STNA CLASS</w:t>
            </w:r>
          </w:p>
          <w:p w:rsidR="002A5DD6" w:rsidRPr="00D905A7" w:rsidRDefault="00DB26A9" w:rsidP="002A5DD6">
            <w:pPr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8:30AM-5:00PM</w:t>
            </w:r>
          </w:p>
        </w:tc>
        <w:tc>
          <w:tcPr>
            <w:tcW w:w="1896" w:type="dxa"/>
            <w:shd w:val="clear" w:color="auto" w:fill="FFFFFF" w:themeFill="background1"/>
          </w:tcPr>
          <w:p w:rsidR="00F12BBA" w:rsidRPr="009E3525" w:rsidRDefault="002A5DD6" w:rsidP="002A5DD6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28</w:t>
            </w:r>
          </w:p>
        </w:tc>
        <w:tc>
          <w:tcPr>
            <w:tcW w:w="2016" w:type="dxa"/>
            <w:shd w:val="clear" w:color="auto" w:fill="FFFFFF" w:themeFill="background1"/>
          </w:tcPr>
          <w:p w:rsidR="00F12BBA" w:rsidRPr="00D905A7" w:rsidRDefault="002A5DD6" w:rsidP="002A5DD6">
            <w:pPr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016" w:type="dxa"/>
            <w:shd w:val="clear" w:color="auto" w:fill="FFFFFF" w:themeFill="background1"/>
          </w:tcPr>
          <w:p w:rsidR="00F12BBA" w:rsidRPr="00D905A7" w:rsidRDefault="002A5DD6" w:rsidP="002A5DD6">
            <w:pPr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016" w:type="dxa"/>
            <w:shd w:val="clear" w:color="auto" w:fill="FFFFFF" w:themeFill="background1"/>
          </w:tcPr>
          <w:p w:rsidR="00F12BBA" w:rsidRPr="00D905A7" w:rsidRDefault="002A5DD6" w:rsidP="002A5DD6">
            <w:pPr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016" w:type="dxa"/>
            <w:shd w:val="clear" w:color="auto" w:fill="D9D9D9" w:themeFill="background1" w:themeFillShade="D9"/>
          </w:tcPr>
          <w:p w:rsidR="00D905A7" w:rsidRPr="00D905A7" w:rsidRDefault="002A5DD6" w:rsidP="00687943">
            <w:pPr>
              <w:rPr>
                <w:sz w:val="24"/>
              </w:rPr>
            </w:pPr>
            <w:r>
              <w:rPr>
                <w:sz w:val="24"/>
              </w:rPr>
              <w:t>February 1</w:t>
            </w:r>
          </w:p>
        </w:tc>
        <w:tc>
          <w:tcPr>
            <w:tcW w:w="2565" w:type="dxa"/>
            <w:shd w:val="clear" w:color="auto" w:fill="D9D9D9" w:themeFill="background1" w:themeFillShade="D9"/>
          </w:tcPr>
          <w:p w:rsidR="00D905A7" w:rsidRDefault="002A5DD6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2A5DD6" w:rsidRPr="00CA2B1E" w:rsidRDefault="002A5DD6" w:rsidP="002A5DD6">
            <w:pPr>
              <w:jc w:val="center"/>
              <w:rPr>
                <w:rFonts w:ascii="Cooper Black" w:hAnsi="Cooper Black" w:cs="Times New Roman"/>
                <w:b/>
                <w:sz w:val="22"/>
                <w:szCs w:val="22"/>
              </w:rPr>
            </w:pPr>
            <w:r w:rsidRPr="00CA2B1E">
              <w:rPr>
                <w:rFonts w:ascii="Cooper Black" w:hAnsi="Cooper Black" w:cs="Times New Roman"/>
                <w:b/>
                <w:sz w:val="22"/>
                <w:szCs w:val="22"/>
              </w:rPr>
              <w:t>STNA CLINICAL</w:t>
            </w:r>
          </w:p>
          <w:p w:rsidR="002A5DD6" w:rsidRPr="002A5DD6" w:rsidRDefault="002A5DD6" w:rsidP="002A5DD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A2B1E">
              <w:rPr>
                <w:rFonts w:ascii="Cooper Black" w:hAnsi="Cooper Black" w:cs="Times New Roman"/>
                <w:b/>
                <w:sz w:val="22"/>
                <w:szCs w:val="22"/>
              </w:rPr>
              <w:t>7</w:t>
            </w:r>
            <w:r w:rsidR="009123D1">
              <w:rPr>
                <w:rFonts w:ascii="Cooper Black" w:hAnsi="Cooper Black" w:cs="Times New Roman"/>
                <w:b/>
                <w:sz w:val="22"/>
                <w:szCs w:val="22"/>
              </w:rPr>
              <w:t>:00</w:t>
            </w:r>
            <w:r w:rsidRPr="00CA2B1E">
              <w:rPr>
                <w:rFonts w:ascii="Cooper Black" w:hAnsi="Cooper Black" w:cs="Times New Roman"/>
                <w:b/>
                <w:sz w:val="22"/>
                <w:szCs w:val="22"/>
              </w:rPr>
              <w:t>AM-3:30PM</w:t>
            </w:r>
          </w:p>
        </w:tc>
      </w:tr>
      <w:tr w:rsidR="002A5DD6" w:rsidTr="00CA2B1E">
        <w:trPr>
          <w:trHeight w:hRule="exact" w:val="1252"/>
        </w:trPr>
        <w:tc>
          <w:tcPr>
            <w:tcW w:w="2136" w:type="dxa"/>
            <w:shd w:val="clear" w:color="auto" w:fill="D9D9D9" w:themeFill="background1" w:themeFillShade="D9"/>
          </w:tcPr>
          <w:p w:rsidR="00FC6B80" w:rsidRDefault="002A5DD6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2A5DD6" w:rsidRPr="00CA2B1E" w:rsidRDefault="002A5DD6" w:rsidP="002A5DD6">
            <w:pPr>
              <w:jc w:val="center"/>
              <w:rPr>
                <w:rFonts w:ascii="Cooper Black" w:hAnsi="Cooper Black" w:cs="Times New Roman"/>
                <w:b/>
                <w:sz w:val="22"/>
                <w:szCs w:val="22"/>
              </w:rPr>
            </w:pPr>
            <w:r w:rsidRPr="00CA2B1E">
              <w:rPr>
                <w:rFonts w:ascii="Cooper Black" w:hAnsi="Cooper Black" w:cs="Times New Roman"/>
                <w:b/>
                <w:sz w:val="22"/>
                <w:szCs w:val="22"/>
              </w:rPr>
              <w:t>STNA CLINICAL</w:t>
            </w:r>
          </w:p>
          <w:p w:rsidR="002A5DD6" w:rsidRPr="00D905A7" w:rsidRDefault="002A5DD6" w:rsidP="002A5DD6">
            <w:pPr>
              <w:jc w:val="center"/>
              <w:rPr>
                <w:sz w:val="24"/>
              </w:rPr>
            </w:pPr>
            <w:r w:rsidRPr="00CA2B1E">
              <w:rPr>
                <w:rFonts w:ascii="Cooper Black" w:hAnsi="Cooper Black" w:cs="Times New Roman"/>
                <w:b/>
                <w:sz w:val="22"/>
                <w:szCs w:val="22"/>
              </w:rPr>
              <w:t>7</w:t>
            </w:r>
            <w:r w:rsidR="009123D1">
              <w:rPr>
                <w:rFonts w:ascii="Cooper Black" w:hAnsi="Cooper Black" w:cs="Times New Roman"/>
                <w:b/>
                <w:sz w:val="22"/>
                <w:szCs w:val="22"/>
              </w:rPr>
              <w:t>:00</w:t>
            </w:r>
            <w:r w:rsidRPr="00CA2B1E">
              <w:rPr>
                <w:rFonts w:ascii="Cooper Black" w:hAnsi="Cooper Black" w:cs="Times New Roman"/>
                <w:b/>
                <w:sz w:val="22"/>
                <w:szCs w:val="22"/>
              </w:rPr>
              <w:t>AM-3:30PM</w:t>
            </w:r>
          </w:p>
        </w:tc>
        <w:tc>
          <w:tcPr>
            <w:tcW w:w="1896" w:type="dxa"/>
            <w:shd w:val="clear" w:color="auto" w:fill="D9D9D9" w:themeFill="background1" w:themeFillShade="D9"/>
          </w:tcPr>
          <w:p w:rsidR="00F12BBA" w:rsidRPr="00D905A7" w:rsidRDefault="002A5DD6" w:rsidP="002A5DD6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16" w:type="dxa"/>
            <w:shd w:val="clear" w:color="auto" w:fill="D9D9D9" w:themeFill="background1" w:themeFillShade="D9"/>
          </w:tcPr>
          <w:p w:rsidR="00257903" w:rsidRPr="00D905A7" w:rsidRDefault="002A5DD6" w:rsidP="002A5DD6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016" w:type="dxa"/>
            <w:shd w:val="clear" w:color="auto" w:fill="D9D9D9" w:themeFill="background1" w:themeFillShade="D9"/>
          </w:tcPr>
          <w:p w:rsidR="00F12BBA" w:rsidRPr="00D905A7" w:rsidRDefault="002A5DD6" w:rsidP="002A5DD6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016" w:type="dxa"/>
            <w:shd w:val="clear" w:color="auto" w:fill="D9D9D9" w:themeFill="background1" w:themeFillShade="D9"/>
          </w:tcPr>
          <w:p w:rsidR="00257903" w:rsidRPr="00D905A7" w:rsidRDefault="002A5DD6" w:rsidP="00092064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016" w:type="dxa"/>
            <w:shd w:val="clear" w:color="auto" w:fill="D9D9D9" w:themeFill="background1" w:themeFillShade="D9"/>
          </w:tcPr>
          <w:p w:rsidR="00FC6B80" w:rsidRPr="00D905A7" w:rsidRDefault="002A5DD6" w:rsidP="00092064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65" w:type="dxa"/>
            <w:shd w:val="clear" w:color="auto" w:fill="D9D9D9" w:themeFill="background1" w:themeFillShade="D9"/>
          </w:tcPr>
          <w:p w:rsidR="00FC6B80" w:rsidRDefault="002A5DD6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  <w:p w:rsidR="002A5DD6" w:rsidRPr="002A5DD6" w:rsidRDefault="002A5DD6" w:rsidP="002A5DD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A5DD6">
              <w:rPr>
                <w:rFonts w:ascii="Times New Roman" w:hAnsi="Times New Roman" w:cs="Times New Roman"/>
                <w:b/>
                <w:sz w:val="22"/>
                <w:szCs w:val="22"/>
              </w:rPr>
              <w:t>STNA CLASS</w:t>
            </w:r>
          </w:p>
          <w:p w:rsidR="002A5DD6" w:rsidRPr="00D905A7" w:rsidRDefault="00DB26A9" w:rsidP="002A5DD6">
            <w:pPr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8:30AM-5:00PM</w:t>
            </w:r>
          </w:p>
        </w:tc>
      </w:tr>
      <w:tr w:rsidR="00FC6B80" w:rsidTr="00CA2B1E">
        <w:trPr>
          <w:trHeight w:hRule="exact" w:val="1351"/>
        </w:trPr>
        <w:tc>
          <w:tcPr>
            <w:tcW w:w="2136" w:type="dxa"/>
            <w:shd w:val="clear" w:color="auto" w:fill="D9D9D9" w:themeFill="background1" w:themeFillShade="D9"/>
          </w:tcPr>
          <w:p w:rsidR="00FC6B80" w:rsidRDefault="002A5DD6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2A5DD6" w:rsidRPr="002A5DD6" w:rsidRDefault="002A5DD6" w:rsidP="002A5DD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A5DD6">
              <w:rPr>
                <w:rFonts w:ascii="Times New Roman" w:hAnsi="Times New Roman" w:cs="Times New Roman"/>
                <w:b/>
                <w:sz w:val="22"/>
                <w:szCs w:val="22"/>
              </w:rPr>
              <w:t>STNA CLASS</w:t>
            </w:r>
          </w:p>
          <w:p w:rsidR="002A5DD6" w:rsidRPr="00D905A7" w:rsidRDefault="002A5DD6" w:rsidP="002A5DD6">
            <w:pPr>
              <w:jc w:val="center"/>
              <w:rPr>
                <w:sz w:val="24"/>
              </w:rPr>
            </w:pPr>
            <w:r w:rsidRPr="002A5DD6"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  <w:r w:rsidR="00DB26A9">
              <w:rPr>
                <w:rFonts w:ascii="Times New Roman" w:hAnsi="Times New Roman" w:cs="Times New Roman"/>
                <w:b/>
                <w:sz w:val="22"/>
                <w:szCs w:val="22"/>
              </w:rPr>
              <w:t>:00AM-4</w:t>
            </w:r>
            <w:r w:rsidRPr="002A5DD6">
              <w:rPr>
                <w:rFonts w:ascii="Times New Roman" w:hAnsi="Times New Roman" w:cs="Times New Roman"/>
                <w:b/>
                <w:sz w:val="22"/>
                <w:szCs w:val="22"/>
              </w:rPr>
              <w:t>:30PM</w:t>
            </w:r>
          </w:p>
        </w:tc>
        <w:tc>
          <w:tcPr>
            <w:tcW w:w="1896" w:type="dxa"/>
            <w:shd w:val="clear" w:color="auto" w:fill="D9D9D9" w:themeFill="background1" w:themeFillShade="D9"/>
          </w:tcPr>
          <w:p w:rsidR="00810A16" w:rsidRPr="00F12BBA" w:rsidRDefault="002A5DD6" w:rsidP="00F12BBA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016" w:type="dxa"/>
            <w:shd w:val="clear" w:color="auto" w:fill="D9D9D9" w:themeFill="background1" w:themeFillShade="D9"/>
          </w:tcPr>
          <w:p w:rsidR="00810A16" w:rsidRPr="00D905A7" w:rsidRDefault="002A5DD6" w:rsidP="00092064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016" w:type="dxa"/>
            <w:shd w:val="clear" w:color="auto" w:fill="D9D9D9" w:themeFill="background1" w:themeFillShade="D9"/>
          </w:tcPr>
          <w:p w:rsidR="00810A16" w:rsidRPr="00D905A7" w:rsidRDefault="002A5DD6" w:rsidP="00092064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016" w:type="dxa"/>
            <w:shd w:val="clear" w:color="auto" w:fill="D9D9D9" w:themeFill="background1" w:themeFillShade="D9"/>
          </w:tcPr>
          <w:p w:rsidR="00257903" w:rsidRDefault="002A5DD6" w:rsidP="00257903">
            <w:pPr>
              <w:rPr>
                <w:sz w:val="24"/>
              </w:rPr>
            </w:pPr>
            <w:r>
              <w:rPr>
                <w:sz w:val="24"/>
              </w:rPr>
              <w:t>14</w:t>
            </w:r>
          </w:p>
          <w:p w:rsidR="00E174FF" w:rsidRPr="00E174FF" w:rsidRDefault="00E174FF" w:rsidP="00E174FF">
            <w:pPr>
              <w:jc w:val="center"/>
              <w:rPr>
                <w:b/>
                <w:color w:val="C00000"/>
                <w:sz w:val="22"/>
                <w:szCs w:val="22"/>
              </w:rPr>
            </w:pPr>
            <w:r w:rsidRPr="00E174FF">
              <w:rPr>
                <w:b/>
                <w:color w:val="C00000"/>
                <w:sz w:val="22"/>
                <w:szCs w:val="22"/>
              </w:rPr>
              <w:t>HAPPY VALENTINE’S DAY!</w:t>
            </w:r>
          </w:p>
        </w:tc>
        <w:tc>
          <w:tcPr>
            <w:tcW w:w="2016" w:type="dxa"/>
            <w:shd w:val="clear" w:color="auto" w:fill="D9D9D9" w:themeFill="background1" w:themeFillShade="D9"/>
          </w:tcPr>
          <w:p w:rsidR="00FC6B80" w:rsidRPr="00D905A7" w:rsidRDefault="002A5DD6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565" w:type="dxa"/>
            <w:shd w:val="clear" w:color="auto" w:fill="D9D9D9" w:themeFill="background1" w:themeFillShade="D9"/>
          </w:tcPr>
          <w:p w:rsidR="00FC6B80" w:rsidRPr="00D905A7" w:rsidRDefault="002A5DD6">
            <w:pPr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</w:tbl>
    <w:p w:rsidR="00FC6B80" w:rsidRDefault="00FC6B80"/>
    <w:p w:rsidR="00FC6B80" w:rsidRDefault="00FC6B80">
      <w:pPr>
        <w:jc w:val="center"/>
      </w:pPr>
    </w:p>
    <w:sectPr w:rsidR="00FC6B80" w:rsidSect="00FC6B80">
      <w:pgSz w:w="15840" w:h="12240" w:orient="landscape" w:code="1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905A7"/>
    <w:rsid w:val="00092064"/>
    <w:rsid w:val="00096F7F"/>
    <w:rsid w:val="001154AA"/>
    <w:rsid w:val="00230D2C"/>
    <w:rsid w:val="00257903"/>
    <w:rsid w:val="0027581A"/>
    <w:rsid w:val="002A5DD6"/>
    <w:rsid w:val="003012BF"/>
    <w:rsid w:val="003232F2"/>
    <w:rsid w:val="0032585F"/>
    <w:rsid w:val="003374ED"/>
    <w:rsid w:val="0039716D"/>
    <w:rsid w:val="003B0EEB"/>
    <w:rsid w:val="003D4059"/>
    <w:rsid w:val="00446965"/>
    <w:rsid w:val="004501F8"/>
    <w:rsid w:val="004503ED"/>
    <w:rsid w:val="004E690C"/>
    <w:rsid w:val="00521CC4"/>
    <w:rsid w:val="005B4A28"/>
    <w:rsid w:val="00687943"/>
    <w:rsid w:val="006B4EB8"/>
    <w:rsid w:val="00740CA3"/>
    <w:rsid w:val="007C58CE"/>
    <w:rsid w:val="007C7B18"/>
    <w:rsid w:val="00810A16"/>
    <w:rsid w:val="008677E4"/>
    <w:rsid w:val="008711F9"/>
    <w:rsid w:val="00881C25"/>
    <w:rsid w:val="0088416B"/>
    <w:rsid w:val="008C6028"/>
    <w:rsid w:val="009123D1"/>
    <w:rsid w:val="00937EFC"/>
    <w:rsid w:val="009A28F0"/>
    <w:rsid w:val="009E3525"/>
    <w:rsid w:val="00A61125"/>
    <w:rsid w:val="00B03EB3"/>
    <w:rsid w:val="00B3216D"/>
    <w:rsid w:val="00B370A5"/>
    <w:rsid w:val="00B66AA6"/>
    <w:rsid w:val="00CA2B1E"/>
    <w:rsid w:val="00CF3432"/>
    <w:rsid w:val="00D905A7"/>
    <w:rsid w:val="00DA6815"/>
    <w:rsid w:val="00DB26A9"/>
    <w:rsid w:val="00DD72B4"/>
    <w:rsid w:val="00DE6C79"/>
    <w:rsid w:val="00E174FF"/>
    <w:rsid w:val="00E47A3D"/>
    <w:rsid w:val="00E74120"/>
    <w:rsid w:val="00E951BB"/>
    <w:rsid w:val="00ED5EA1"/>
    <w:rsid w:val="00F12BBA"/>
    <w:rsid w:val="00F306BE"/>
    <w:rsid w:val="00FC6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B80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C6B80"/>
    <w:pPr>
      <w:keepNext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C6B80"/>
    <w:pPr>
      <w:keepNext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6B8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6B8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4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A2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B4A28"/>
    <w:rPr>
      <w:color w:val="808080"/>
    </w:rPr>
  </w:style>
  <w:style w:type="paragraph" w:customStyle="1" w:styleId="Month">
    <w:name w:val="Month"/>
    <w:basedOn w:val="Normal"/>
    <w:uiPriority w:val="1"/>
    <w:qFormat/>
    <w:rsid w:val="009123D1"/>
    <w:pPr>
      <w:autoSpaceDE/>
      <w:autoSpaceDN/>
    </w:pPr>
    <w:rPr>
      <w:rFonts w:ascii="Century Gothic" w:eastAsia="MS Gothic" w:hAnsi="Century Gothic" w:cs="Times New Roman"/>
      <w:b/>
      <w:color w:val="5590CC"/>
      <w:sz w:val="96"/>
      <w:szCs w:val="120"/>
    </w:rPr>
  </w:style>
  <w:style w:type="paragraph" w:customStyle="1" w:styleId="Year">
    <w:name w:val="Year"/>
    <w:basedOn w:val="Normal"/>
    <w:uiPriority w:val="1"/>
    <w:qFormat/>
    <w:rsid w:val="009123D1"/>
    <w:pPr>
      <w:autoSpaceDE/>
      <w:autoSpaceDN/>
      <w:spacing w:after="120"/>
      <w:jc w:val="right"/>
    </w:pPr>
    <w:rPr>
      <w:rFonts w:ascii="Century Gothic" w:eastAsia="MS Gothic" w:hAnsi="Century Gothic" w:cs="Times New Roman"/>
      <w:b/>
      <w:color w:val="7F7F7F"/>
      <w:sz w:val="96"/>
      <w:szCs w:val="6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EdWorld_7DayCalendarGri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A760FC7-F2C8-44E6-BF1B-AA53DBBAE5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EdWorld_7DayCalendarGrid</Template>
  <TotalTime>39</TotalTime>
  <Pages>2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 </cp:lastModifiedBy>
  <cp:revision>12</cp:revision>
  <cp:lastPrinted>2012-11-19T19:11:00Z</cp:lastPrinted>
  <dcterms:created xsi:type="dcterms:W3CDTF">2012-11-15T22:19:00Z</dcterms:created>
  <dcterms:modified xsi:type="dcterms:W3CDTF">2012-11-20T19:01:00Z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TC018858549991</vt:lpwstr>
  </property>
</Properties>
</file>