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387CD0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387CD0" w:rsidRPr="00387CD0" w:rsidRDefault="00387CD0" w:rsidP="00387CD0">
            <w:pPr>
              <w:pStyle w:val="Month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4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                       </w:t>
            </w:r>
            <w:r w:rsidRPr="00387CD0">
              <w:rPr>
                <w:color w:val="000000" w:themeColor="text1"/>
                <w:sz w:val="24"/>
                <w:szCs w:val="24"/>
              </w:rPr>
              <w:t xml:space="preserve"> Akron</w:t>
            </w:r>
          </w:p>
          <w:p w:rsidR="00387CD0" w:rsidRDefault="00387CD0" w:rsidP="00387CD0">
            <w:pPr>
              <w:pStyle w:val="Month"/>
              <w:jc w:val="both"/>
              <w:rPr>
                <w:sz w:val="24"/>
                <w:szCs w:val="24"/>
              </w:rPr>
            </w:pPr>
            <w:r w:rsidRPr="00387CD0">
              <w:rPr>
                <w:color w:val="000000" w:themeColor="text1"/>
                <w:sz w:val="24"/>
                <w:szCs w:val="24"/>
              </w:rPr>
              <w:t xml:space="preserve">                                    5Wk Weekend Class January/February (Jan 12-Feb 10)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387CD0" w:rsidRDefault="00387CD0" w:rsidP="004E09C4">
            <w:pPr>
              <w:pStyle w:val="Year"/>
            </w:pPr>
            <w:r>
              <w:t>2013</w:t>
            </w:r>
          </w:p>
        </w:tc>
      </w:tr>
    </w:tbl>
    <w:p w:rsidR="00FC6B80" w:rsidRPr="000B42E1" w:rsidRDefault="000B42E1" w:rsidP="003232F2">
      <w:pPr>
        <w:pStyle w:val="Heading2"/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 xml:space="preserve">                                    </w:t>
      </w: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8"/>
        <w:gridCol w:w="1872"/>
        <w:gridCol w:w="1737"/>
        <w:gridCol w:w="2016"/>
        <w:gridCol w:w="2016"/>
        <w:gridCol w:w="2016"/>
        <w:gridCol w:w="2205"/>
      </w:tblGrid>
      <w:tr w:rsidR="00FC6B80" w:rsidTr="00816856">
        <w:trPr>
          <w:trHeight w:hRule="exact" w:val="500"/>
        </w:trPr>
        <w:tc>
          <w:tcPr>
            <w:tcW w:w="2178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1872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1737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205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FC6B80" w:rsidTr="00816856">
        <w:trPr>
          <w:trHeight w:hRule="exact" w:val="1297"/>
        </w:trPr>
        <w:tc>
          <w:tcPr>
            <w:tcW w:w="2178" w:type="dxa"/>
            <w:shd w:val="clear" w:color="auto" w:fill="FFFFFF" w:themeFill="background1"/>
          </w:tcPr>
          <w:p w:rsidR="00FC6B80" w:rsidRPr="00D905A7" w:rsidRDefault="002A5DD6" w:rsidP="0068794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72" w:type="dxa"/>
            <w:shd w:val="clear" w:color="auto" w:fill="FFFFFF" w:themeFill="background1"/>
          </w:tcPr>
          <w:p w:rsidR="001154AA" w:rsidRDefault="002A5DD6" w:rsidP="003232F2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9E3525" w:rsidRPr="009E3525" w:rsidRDefault="009E3525" w:rsidP="009E3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6" w:type="dxa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05" w:type="dxa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</w:tr>
      <w:tr w:rsidR="00FC6B80" w:rsidTr="00816856">
        <w:trPr>
          <w:trHeight w:hRule="exact" w:val="1171"/>
        </w:trPr>
        <w:tc>
          <w:tcPr>
            <w:tcW w:w="2178" w:type="dxa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  <w:tc>
          <w:tcPr>
            <w:tcW w:w="1872" w:type="dxa"/>
          </w:tcPr>
          <w:p w:rsidR="009E3525" w:rsidRPr="009E3525" w:rsidRDefault="002A5DD6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37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16" w:type="dxa"/>
          </w:tcPr>
          <w:p w:rsidR="009E3525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16" w:type="dxa"/>
          </w:tcPr>
          <w:p w:rsidR="009E3525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16" w:type="dxa"/>
            <w:shd w:val="clear" w:color="auto" w:fill="FFFFFF" w:themeFill="background1"/>
          </w:tcPr>
          <w:p w:rsidR="0088416B" w:rsidRPr="00D905A7" w:rsidRDefault="002A5DD6" w:rsidP="0088416B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05" w:type="dxa"/>
            <w:shd w:val="clear" w:color="auto" w:fill="FFFFFF" w:themeFill="background1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</w:tr>
      <w:tr w:rsidR="00FC6B80" w:rsidTr="00816856">
        <w:trPr>
          <w:trHeight w:hRule="exact" w:val="1513"/>
        </w:trPr>
        <w:tc>
          <w:tcPr>
            <w:tcW w:w="2178" w:type="dxa"/>
            <w:shd w:val="clear" w:color="auto" w:fill="FFFFFF" w:themeFill="background1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  <w:tc>
          <w:tcPr>
            <w:tcW w:w="1872" w:type="dxa"/>
            <w:shd w:val="clear" w:color="auto" w:fill="FFFFFF" w:themeFill="background1"/>
          </w:tcPr>
          <w:p w:rsidR="000B42E1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="00937EFC">
              <w:rPr>
                <w:sz w:val="24"/>
              </w:rPr>
              <w:t xml:space="preserve"> </w:t>
            </w:r>
          </w:p>
          <w:p w:rsidR="000B42E1" w:rsidRDefault="000B42E1" w:rsidP="000B42E1">
            <w:pPr>
              <w:jc w:val="center"/>
              <w:rPr>
                <w:b/>
                <w:color w:val="C00000"/>
                <w:sz w:val="24"/>
                <w:szCs w:val="24"/>
              </w:rPr>
            </w:pPr>
          </w:p>
          <w:p w:rsidR="009E3525" w:rsidRPr="000B42E1" w:rsidRDefault="00937EFC" w:rsidP="000B42E1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0B42E1">
              <w:rPr>
                <w:b/>
                <w:color w:val="C00000"/>
                <w:sz w:val="24"/>
                <w:szCs w:val="24"/>
              </w:rPr>
              <w:t>Martin Luther King Day</w:t>
            </w:r>
            <w:r w:rsidR="000B42E1">
              <w:rPr>
                <w:b/>
                <w:color w:val="C00000"/>
                <w:sz w:val="24"/>
                <w:szCs w:val="24"/>
              </w:rPr>
              <w:t>!</w:t>
            </w:r>
          </w:p>
          <w:p w:rsidR="00937EFC" w:rsidRPr="00D905A7" w:rsidRDefault="00937EFC" w:rsidP="002A5DD6">
            <w:pPr>
              <w:rPr>
                <w:sz w:val="24"/>
              </w:rPr>
            </w:pPr>
          </w:p>
        </w:tc>
        <w:tc>
          <w:tcPr>
            <w:tcW w:w="1737" w:type="dxa"/>
            <w:shd w:val="clear" w:color="auto" w:fill="FFFFFF" w:themeFill="background1"/>
          </w:tcPr>
          <w:p w:rsidR="009E3525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16" w:type="dxa"/>
            <w:shd w:val="clear" w:color="auto" w:fill="FFFFFF" w:themeFill="background1"/>
          </w:tcPr>
          <w:p w:rsidR="009E3525" w:rsidRPr="002A5DD6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16" w:type="dxa"/>
            <w:shd w:val="clear" w:color="auto" w:fill="FFFFFF" w:themeFill="background1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05" w:type="dxa"/>
            <w:shd w:val="clear" w:color="auto" w:fill="FFFFFF" w:themeFill="background1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</w:tr>
      <w:tr w:rsidR="00687943" w:rsidTr="00816856">
        <w:trPr>
          <w:trHeight w:hRule="exact" w:val="1171"/>
        </w:trPr>
        <w:tc>
          <w:tcPr>
            <w:tcW w:w="2178" w:type="dxa"/>
            <w:shd w:val="clear" w:color="auto" w:fill="FFFFFF" w:themeFill="background1"/>
          </w:tcPr>
          <w:p w:rsidR="00D905A7" w:rsidRDefault="002A5DD6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  <w:tc>
          <w:tcPr>
            <w:tcW w:w="1872" w:type="dxa"/>
            <w:shd w:val="clear" w:color="auto" w:fill="FFFFFF" w:themeFill="background1"/>
          </w:tcPr>
          <w:p w:rsidR="00F12BBA" w:rsidRPr="009E3525" w:rsidRDefault="002A5DD6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1737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16" w:type="dxa"/>
            <w:shd w:val="clear" w:color="auto" w:fill="FFFFFF" w:themeFill="background1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D905A7" w:rsidRPr="00D905A7" w:rsidRDefault="002A5DD6" w:rsidP="00687943">
            <w:pPr>
              <w:rPr>
                <w:sz w:val="24"/>
              </w:rPr>
            </w:pPr>
            <w:r>
              <w:rPr>
                <w:sz w:val="24"/>
              </w:rPr>
              <w:t>February 1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D905A7" w:rsidRDefault="002A5DD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A5DD6" w:rsidRPr="008E561F" w:rsidRDefault="002A5DD6" w:rsidP="002A5DD6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8E561F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2A5DD6" w:rsidRPr="002A5DD6" w:rsidRDefault="001022CF" w:rsidP="002A5D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561F">
              <w:rPr>
                <w:rFonts w:ascii="Cooper Black" w:hAnsi="Cooper Black" w:cs="Times New Roman"/>
                <w:b/>
                <w:sz w:val="22"/>
                <w:szCs w:val="22"/>
              </w:rPr>
              <w:t>7</w:t>
            </w:r>
            <w:r w:rsidR="002A5DD6" w:rsidRPr="008E561F">
              <w:rPr>
                <w:rFonts w:ascii="Cooper Black" w:hAnsi="Cooper Black" w:cs="Times New Roman"/>
                <w:b/>
                <w:sz w:val="22"/>
                <w:szCs w:val="22"/>
              </w:rPr>
              <w:t>AM-3:30PM</w:t>
            </w:r>
          </w:p>
        </w:tc>
      </w:tr>
      <w:tr w:rsidR="002A5DD6" w:rsidTr="00816856">
        <w:trPr>
          <w:trHeight w:hRule="exact" w:val="1252"/>
        </w:trPr>
        <w:tc>
          <w:tcPr>
            <w:tcW w:w="2178" w:type="dxa"/>
            <w:shd w:val="clear" w:color="auto" w:fill="D9D9D9" w:themeFill="background1" w:themeFillShade="D9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2A5DD6" w:rsidRPr="008E561F" w:rsidRDefault="002A5DD6" w:rsidP="002A5DD6">
            <w:pPr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8E561F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8E561F">
              <w:rPr>
                <w:rFonts w:ascii="Cooper Black" w:hAnsi="Cooper Black" w:cs="Times New Roman"/>
                <w:b/>
                <w:sz w:val="22"/>
                <w:szCs w:val="22"/>
              </w:rPr>
              <w:t>7AM-3:30PM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37" w:type="dxa"/>
            <w:shd w:val="clear" w:color="auto" w:fill="D9D9D9" w:themeFill="background1" w:themeFillShade="D9"/>
          </w:tcPr>
          <w:p w:rsidR="00257903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12BBA" w:rsidRPr="00D905A7" w:rsidRDefault="002A5DD6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257903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2A5DD6" w:rsidP="002A5DD6">
            <w:pPr>
              <w:jc w:val="center"/>
              <w:rPr>
                <w:sz w:val="24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9AM-5:30PM</w:t>
            </w:r>
          </w:p>
        </w:tc>
      </w:tr>
      <w:tr w:rsidR="00FC6B80" w:rsidTr="00816856">
        <w:trPr>
          <w:trHeight w:hRule="exact" w:val="1351"/>
        </w:trPr>
        <w:tc>
          <w:tcPr>
            <w:tcW w:w="2178" w:type="dxa"/>
            <w:shd w:val="clear" w:color="auto" w:fill="D9D9D9" w:themeFill="background1" w:themeFillShade="D9"/>
          </w:tcPr>
          <w:p w:rsidR="00FC6B80" w:rsidRDefault="002A5DD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2A5DD6" w:rsidRPr="002A5DD6" w:rsidRDefault="002A5DD6" w:rsidP="002A5D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STNA CLASS</w:t>
            </w:r>
          </w:p>
          <w:p w:rsidR="002A5DD6" w:rsidRPr="00D905A7" w:rsidRDefault="00387CD0" w:rsidP="00387CD0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2A5DD6" w:rsidRPr="002A5DD6">
              <w:rPr>
                <w:rFonts w:ascii="Times New Roman" w:hAnsi="Times New Roman" w:cs="Times New Roman"/>
                <w:b/>
                <w:sz w:val="22"/>
                <w:szCs w:val="22"/>
              </w:rPr>
              <w:t>AM-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2PM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:rsidR="00810A16" w:rsidRPr="00F12BBA" w:rsidRDefault="002A5DD6" w:rsidP="00F12BB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37" w:type="dxa"/>
            <w:shd w:val="clear" w:color="auto" w:fill="D9D9D9" w:themeFill="background1" w:themeFillShade="D9"/>
          </w:tcPr>
          <w:p w:rsidR="00810A16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810A16" w:rsidRPr="00D905A7" w:rsidRDefault="002A5DD6" w:rsidP="00092064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257903" w:rsidRDefault="002A5DD6" w:rsidP="0025790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7678CE" w:rsidRPr="008E561F" w:rsidRDefault="007678CE" w:rsidP="007678CE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8E561F">
              <w:rPr>
                <w:b/>
                <w:color w:val="C00000"/>
                <w:sz w:val="22"/>
                <w:szCs w:val="22"/>
              </w:rPr>
              <w:t>HAPPY VALENTINE’S DAY!</w:t>
            </w:r>
          </w:p>
        </w:tc>
        <w:tc>
          <w:tcPr>
            <w:tcW w:w="2016" w:type="dxa"/>
            <w:shd w:val="clear" w:color="auto" w:fill="D9D9D9" w:themeFill="background1" w:themeFillShade="D9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C6B80" w:rsidRPr="00D905A7" w:rsidRDefault="002A5DD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92064"/>
    <w:rsid w:val="00096F7F"/>
    <w:rsid w:val="000B42E1"/>
    <w:rsid w:val="000F51D3"/>
    <w:rsid w:val="001022CF"/>
    <w:rsid w:val="001154AA"/>
    <w:rsid w:val="00257903"/>
    <w:rsid w:val="002A5DD6"/>
    <w:rsid w:val="003012BF"/>
    <w:rsid w:val="003232F2"/>
    <w:rsid w:val="0032585F"/>
    <w:rsid w:val="00361A8F"/>
    <w:rsid w:val="00387CD0"/>
    <w:rsid w:val="0039716D"/>
    <w:rsid w:val="003D4059"/>
    <w:rsid w:val="004501F8"/>
    <w:rsid w:val="004503ED"/>
    <w:rsid w:val="00500405"/>
    <w:rsid w:val="005B4A28"/>
    <w:rsid w:val="00687943"/>
    <w:rsid w:val="006B4EB8"/>
    <w:rsid w:val="00746961"/>
    <w:rsid w:val="00753669"/>
    <w:rsid w:val="007678CE"/>
    <w:rsid w:val="007C58CE"/>
    <w:rsid w:val="00810A16"/>
    <w:rsid w:val="00816856"/>
    <w:rsid w:val="00881C25"/>
    <w:rsid w:val="0088416B"/>
    <w:rsid w:val="008E561F"/>
    <w:rsid w:val="00937EFC"/>
    <w:rsid w:val="009739CA"/>
    <w:rsid w:val="009A28F0"/>
    <w:rsid w:val="009E3525"/>
    <w:rsid w:val="00A30FB6"/>
    <w:rsid w:val="00A61125"/>
    <w:rsid w:val="00A729A8"/>
    <w:rsid w:val="00B03EB3"/>
    <w:rsid w:val="00B370A5"/>
    <w:rsid w:val="00B66AA6"/>
    <w:rsid w:val="00B85964"/>
    <w:rsid w:val="00BA4E0E"/>
    <w:rsid w:val="00BA7AB0"/>
    <w:rsid w:val="00CB1D02"/>
    <w:rsid w:val="00CF3432"/>
    <w:rsid w:val="00D905A7"/>
    <w:rsid w:val="00DA6EB5"/>
    <w:rsid w:val="00DE6C79"/>
    <w:rsid w:val="00E47A3D"/>
    <w:rsid w:val="00E74120"/>
    <w:rsid w:val="00F12BBA"/>
    <w:rsid w:val="00F306BE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387CD0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387CD0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11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8</cp:revision>
  <cp:lastPrinted>2012-11-19T18:21:00Z</cp:lastPrinted>
  <dcterms:created xsi:type="dcterms:W3CDTF">2012-11-16T21:17:00Z</dcterms:created>
  <dcterms:modified xsi:type="dcterms:W3CDTF">2012-11-20T19:17:00Z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