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F56786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56786" w:rsidRPr="00F56786" w:rsidRDefault="00F56786" w:rsidP="00F56786">
            <w:pPr>
              <w:pStyle w:val="Month"/>
              <w:jc w:val="both"/>
              <w:rPr>
                <w:color w:val="auto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3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color w:val="auto"/>
                <w:sz w:val="24"/>
                <w:szCs w:val="24"/>
              </w:rPr>
              <w:t xml:space="preserve">       </w:t>
            </w:r>
            <w:r w:rsidRPr="00F56786">
              <w:rPr>
                <w:color w:val="auto"/>
                <w:sz w:val="24"/>
                <w:szCs w:val="24"/>
              </w:rPr>
              <w:t xml:space="preserve">Akron     </w:t>
            </w:r>
          </w:p>
          <w:p w:rsidR="00F56786" w:rsidRDefault="00F56786" w:rsidP="00F56786">
            <w:pPr>
              <w:pStyle w:val="Month"/>
              <w:jc w:val="both"/>
              <w:rPr>
                <w:sz w:val="24"/>
                <w:szCs w:val="24"/>
              </w:rPr>
            </w:pPr>
            <w:r w:rsidRPr="00F56786">
              <w:rPr>
                <w:color w:val="auto"/>
                <w:sz w:val="24"/>
                <w:szCs w:val="24"/>
              </w:rPr>
              <w:t xml:space="preserve">                                       5 Wk Weekend Class May/June (May 18-June 23)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56786" w:rsidRDefault="00F56786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026367" w:rsidP="003232F2">
      <w:pPr>
        <w:pStyle w:val="Heading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</w:t>
      </w:r>
    </w:p>
    <w:tbl>
      <w:tblPr>
        <w:tblW w:w="15021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1890"/>
        <w:gridCol w:w="2160"/>
        <w:gridCol w:w="2070"/>
        <w:gridCol w:w="2250"/>
        <w:gridCol w:w="2250"/>
        <w:gridCol w:w="2313"/>
      </w:tblGrid>
      <w:tr w:rsidR="0038201A" w:rsidTr="005F57D3">
        <w:trPr>
          <w:trHeight w:hRule="exact" w:val="500"/>
        </w:trPr>
        <w:tc>
          <w:tcPr>
            <w:tcW w:w="2088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89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313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38201A" w:rsidTr="005F57D3">
        <w:trPr>
          <w:trHeight w:hRule="exact" w:val="1018"/>
        </w:trPr>
        <w:tc>
          <w:tcPr>
            <w:tcW w:w="2088" w:type="dxa"/>
            <w:shd w:val="clear" w:color="auto" w:fill="FFFFFF" w:themeFill="background1"/>
          </w:tcPr>
          <w:p w:rsidR="0038201A" w:rsidRDefault="00342166" w:rsidP="005253C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CF5E34" w:rsidRPr="00CF5E34" w:rsidRDefault="00CF5E34" w:rsidP="00CF5E34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CF5E34">
              <w:rPr>
                <w:b/>
                <w:color w:val="C00000"/>
                <w:sz w:val="22"/>
                <w:szCs w:val="22"/>
              </w:rPr>
              <w:t>HAPPY MOTHER’S DAY!</w:t>
            </w:r>
          </w:p>
        </w:tc>
        <w:tc>
          <w:tcPr>
            <w:tcW w:w="1890" w:type="dxa"/>
            <w:shd w:val="clear" w:color="auto" w:fill="FFFFFF" w:themeFill="background1"/>
          </w:tcPr>
          <w:p w:rsidR="00A51ABC" w:rsidRPr="00A51ABC" w:rsidRDefault="00342166" w:rsidP="00A80489">
            <w:pPr>
              <w:tabs>
                <w:tab w:val="center" w:pos="88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4"/>
              </w:rPr>
              <w:t>13</w:t>
            </w:r>
          </w:p>
          <w:p w:rsidR="00A80489" w:rsidRPr="00A80489" w:rsidRDefault="00A80489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7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5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50" w:type="dxa"/>
          </w:tcPr>
          <w:p w:rsidR="00FC6B80" w:rsidRPr="00D905A7" w:rsidRDefault="0034216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3" w:type="dxa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F56786">
        <w:trPr>
          <w:trHeight w:hRule="exact" w:val="973"/>
        </w:trPr>
        <w:tc>
          <w:tcPr>
            <w:tcW w:w="2088" w:type="dxa"/>
          </w:tcPr>
          <w:p w:rsidR="009A6AC1" w:rsidRDefault="00342166" w:rsidP="00A80489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936B24" w:rsidRDefault="00936B24" w:rsidP="00C13AE5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Default="00936B24" w:rsidP="00C13AE5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  <w:p w:rsidR="009A6AC1" w:rsidRPr="00D905A7" w:rsidRDefault="009A6AC1" w:rsidP="00A80489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</w:tcPr>
          <w:p w:rsidR="009E3525" w:rsidRPr="009E3525" w:rsidRDefault="00342166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6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7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50" w:type="dxa"/>
          </w:tcPr>
          <w:p w:rsidR="009E3525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50" w:type="dxa"/>
            <w:shd w:val="clear" w:color="auto" w:fill="FFFFFF" w:themeFill="background1"/>
          </w:tcPr>
          <w:p w:rsidR="0088416B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A51ABC" w:rsidRPr="00A51ABC" w:rsidRDefault="00A51ABC" w:rsidP="00A51ABC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  <w:tc>
          <w:tcPr>
            <w:tcW w:w="2313" w:type="dxa"/>
            <w:shd w:val="clear" w:color="auto" w:fill="FFFFFF" w:themeFill="background1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936B24" w:rsidRPr="004E659D" w:rsidRDefault="00936B24" w:rsidP="00245FFA">
            <w:pPr>
              <w:jc w:val="center"/>
              <w:rPr>
                <w:b/>
                <w:color w:val="C00000"/>
                <w:sz w:val="24"/>
              </w:rPr>
            </w:pPr>
            <w:r w:rsidRPr="004E659D">
              <w:rPr>
                <w:b/>
                <w:color w:val="C00000"/>
                <w:sz w:val="24"/>
              </w:rPr>
              <w:t>HOLIDAY</w:t>
            </w:r>
          </w:p>
          <w:p w:rsidR="00936B24" w:rsidRPr="004E659D" w:rsidRDefault="00936B24" w:rsidP="00245FFA">
            <w:pPr>
              <w:jc w:val="center"/>
              <w:rPr>
                <w:b/>
                <w:color w:val="C00000"/>
                <w:sz w:val="24"/>
              </w:rPr>
            </w:pPr>
            <w:r w:rsidRPr="004E659D">
              <w:rPr>
                <w:b/>
                <w:color w:val="C00000"/>
                <w:sz w:val="24"/>
              </w:rPr>
              <w:t>BREAK!</w:t>
            </w:r>
          </w:p>
          <w:p w:rsidR="009A6AC1" w:rsidRPr="00D905A7" w:rsidRDefault="009A6AC1" w:rsidP="00936B24">
            <w:pPr>
              <w:rPr>
                <w:sz w:val="24"/>
              </w:rPr>
            </w:pPr>
          </w:p>
        </w:tc>
      </w:tr>
      <w:tr w:rsidR="0038201A" w:rsidTr="00F56786">
        <w:trPr>
          <w:trHeight w:hRule="exact" w:val="1171"/>
        </w:trPr>
        <w:tc>
          <w:tcPr>
            <w:tcW w:w="2088" w:type="dxa"/>
            <w:shd w:val="clear" w:color="auto" w:fill="FFFFFF" w:themeFill="background1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9A6AC1" w:rsidRPr="004E659D" w:rsidRDefault="00936B24" w:rsidP="00245FFA">
            <w:pPr>
              <w:jc w:val="center"/>
              <w:rPr>
                <w:b/>
                <w:color w:val="C00000"/>
                <w:sz w:val="24"/>
              </w:rPr>
            </w:pPr>
            <w:r w:rsidRPr="004E659D">
              <w:rPr>
                <w:b/>
                <w:color w:val="C00000"/>
                <w:sz w:val="24"/>
              </w:rPr>
              <w:t>HOLIDAY BREAK!</w:t>
            </w:r>
          </w:p>
        </w:tc>
        <w:tc>
          <w:tcPr>
            <w:tcW w:w="1890" w:type="dxa"/>
            <w:shd w:val="clear" w:color="auto" w:fill="FFFFFF" w:themeFill="background1"/>
          </w:tcPr>
          <w:p w:rsidR="00ED3234" w:rsidRDefault="00342166" w:rsidP="00A80489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990E0D" w:rsidRPr="00ED3234" w:rsidRDefault="007D3D89" w:rsidP="00D75D17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ED3234">
              <w:rPr>
                <w:b/>
                <w:color w:val="C00000"/>
                <w:sz w:val="24"/>
                <w:szCs w:val="24"/>
              </w:rPr>
              <w:t>MEMORIAL DAY</w:t>
            </w:r>
            <w:r w:rsidR="00D75D17">
              <w:rPr>
                <w:b/>
                <w:color w:val="C00000"/>
                <w:sz w:val="24"/>
                <w:szCs w:val="24"/>
              </w:rPr>
              <w:t>!</w:t>
            </w:r>
          </w:p>
          <w:p w:rsidR="00936B24" w:rsidRPr="00936B24" w:rsidRDefault="00936B24" w:rsidP="007D3D89">
            <w:pPr>
              <w:jc w:val="center"/>
              <w:rPr>
                <w:b/>
                <w:color w:val="C00000"/>
                <w:sz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9E3525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70" w:type="dxa"/>
            <w:shd w:val="clear" w:color="auto" w:fill="FFFFFF" w:themeFill="background1"/>
          </w:tcPr>
          <w:p w:rsidR="009E3525" w:rsidRPr="002A5DD6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50" w:type="dxa"/>
            <w:shd w:val="clear" w:color="auto" w:fill="FFFFFF" w:themeFill="background1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50" w:type="dxa"/>
            <w:shd w:val="clear" w:color="auto" w:fill="FFFFFF" w:themeFill="background1"/>
          </w:tcPr>
          <w:p w:rsidR="00FC6B80" w:rsidRPr="00D905A7" w:rsidRDefault="00342166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13" w:type="dxa"/>
            <w:shd w:val="clear" w:color="auto" w:fill="D9D9D9" w:themeFill="background1" w:themeFillShade="D9"/>
          </w:tcPr>
          <w:p w:rsidR="00A80489" w:rsidRDefault="0060159A" w:rsidP="00342166">
            <w:pPr>
              <w:rPr>
                <w:sz w:val="24"/>
              </w:rPr>
            </w:pPr>
            <w:r>
              <w:rPr>
                <w:sz w:val="24"/>
              </w:rPr>
              <w:t xml:space="preserve">June </w:t>
            </w:r>
            <w:r w:rsidR="00342166">
              <w:rPr>
                <w:sz w:val="24"/>
              </w:rPr>
              <w:t>1</w:t>
            </w:r>
          </w:p>
          <w:p w:rsidR="0060159A" w:rsidRDefault="0060159A" w:rsidP="00342166">
            <w:pPr>
              <w:rPr>
                <w:sz w:val="24"/>
              </w:rPr>
            </w:pP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D905A7" w:rsidRDefault="00936B24" w:rsidP="00936B24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5F57D3">
        <w:trPr>
          <w:trHeight w:hRule="exact" w:val="1171"/>
        </w:trPr>
        <w:tc>
          <w:tcPr>
            <w:tcW w:w="2088" w:type="dxa"/>
            <w:shd w:val="clear" w:color="auto" w:fill="D9D9D9" w:themeFill="background1" w:themeFillShade="D9"/>
          </w:tcPr>
          <w:p w:rsidR="009A6AC1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36B24" w:rsidRDefault="00936B24" w:rsidP="00C13AE5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D905A7" w:rsidRDefault="00936B24" w:rsidP="00C13AE5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F12BBA" w:rsidRPr="009E3525" w:rsidRDefault="00342166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D905A7" w:rsidRPr="00D905A7" w:rsidRDefault="00342166" w:rsidP="0068794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3" w:type="dxa"/>
            <w:shd w:val="clear" w:color="auto" w:fill="D9D9D9" w:themeFill="background1" w:themeFillShade="D9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Default="00936B24" w:rsidP="00936B24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  <w:p w:rsidR="00A80489" w:rsidRPr="00A51ABC" w:rsidRDefault="00A80489" w:rsidP="00A80489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</w:tr>
      <w:tr w:rsidR="0038201A" w:rsidTr="005F57D3">
        <w:trPr>
          <w:trHeight w:hRule="exact" w:val="1036"/>
        </w:trPr>
        <w:tc>
          <w:tcPr>
            <w:tcW w:w="2088" w:type="dxa"/>
            <w:shd w:val="clear" w:color="auto" w:fill="D9D9D9" w:themeFill="background1" w:themeFillShade="D9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Default="00936B24" w:rsidP="00936B24">
            <w:pPr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  <w:p w:rsidR="00990E0D" w:rsidRPr="00D905A7" w:rsidRDefault="00990E0D" w:rsidP="002A4860">
            <w:pPr>
              <w:rPr>
                <w:sz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3" w:type="dxa"/>
            <w:shd w:val="clear" w:color="auto" w:fill="D9D9D9" w:themeFill="background1" w:themeFillShade="D9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936B24" w:rsidRPr="00A55E55" w:rsidRDefault="00936B24" w:rsidP="00936B24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A55E55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936B24" w:rsidRPr="00D905A7" w:rsidRDefault="005106BE" w:rsidP="005106BE">
            <w:pPr>
              <w:jc w:val="center"/>
              <w:rPr>
                <w:sz w:val="24"/>
              </w:rPr>
            </w:pPr>
            <w:r w:rsidRPr="00A55E55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936B24" w:rsidRPr="00A55E55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A55E55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936B24" w:rsidRPr="00A55E55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F56786">
        <w:trPr>
          <w:trHeight w:hRule="exact" w:val="1198"/>
        </w:trPr>
        <w:tc>
          <w:tcPr>
            <w:tcW w:w="2088" w:type="dxa"/>
            <w:shd w:val="clear" w:color="auto" w:fill="D9D9D9" w:themeFill="background1" w:themeFillShade="D9"/>
          </w:tcPr>
          <w:p w:rsidR="0051734B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936B24" w:rsidRPr="00A55E55" w:rsidRDefault="00936B24" w:rsidP="00C13AE5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A55E55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936B24" w:rsidRPr="00D905A7" w:rsidRDefault="005106BE" w:rsidP="00C13AE5">
            <w:pPr>
              <w:jc w:val="center"/>
              <w:rPr>
                <w:sz w:val="24"/>
              </w:rPr>
            </w:pPr>
            <w:r w:rsidRPr="00A55E55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936B24" w:rsidRPr="00A55E55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A55E55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936B24" w:rsidRPr="00A55E55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810A16" w:rsidRPr="00F12BBA" w:rsidRDefault="00342166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10A16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342166" w:rsidP="0025790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342166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3" w:type="dxa"/>
            <w:shd w:val="clear" w:color="auto" w:fill="D9D9D9" w:themeFill="background1" w:themeFillShade="D9"/>
          </w:tcPr>
          <w:p w:rsidR="00990E0D" w:rsidRDefault="00342166" w:rsidP="00A80489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D905A7" w:rsidRDefault="00936B24" w:rsidP="00936B24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</w:tr>
      <w:tr w:rsidR="00936B24" w:rsidTr="005F57D3">
        <w:trPr>
          <w:gridAfter w:val="6"/>
          <w:wAfter w:w="12933" w:type="dxa"/>
          <w:trHeight w:hRule="exact" w:val="1171"/>
        </w:trPr>
        <w:tc>
          <w:tcPr>
            <w:tcW w:w="2088" w:type="dxa"/>
            <w:shd w:val="clear" w:color="auto" w:fill="D9D9D9" w:themeFill="background1" w:themeFillShade="D9"/>
          </w:tcPr>
          <w:p w:rsidR="00936B24" w:rsidRDefault="00936B24" w:rsidP="0034216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936B24" w:rsidRDefault="00936B24" w:rsidP="00F56786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Default="00F56786" w:rsidP="00F56786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10:00am-2:00pm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26367"/>
    <w:rsid w:val="000862A3"/>
    <w:rsid w:val="00092064"/>
    <w:rsid w:val="00092279"/>
    <w:rsid w:val="00096F7F"/>
    <w:rsid w:val="000E173C"/>
    <w:rsid w:val="000F3D8D"/>
    <w:rsid w:val="001154AA"/>
    <w:rsid w:val="001227BC"/>
    <w:rsid w:val="001643E7"/>
    <w:rsid w:val="001963C6"/>
    <w:rsid w:val="00242CB4"/>
    <w:rsid w:val="00245FFA"/>
    <w:rsid w:val="00257903"/>
    <w:rsid w:val="002A4860"/>
    <w:rsid w:val="002A5DD6"/>
    <w:rsid w:val="002B5168"/>
    <w:rsid w:val="003056E4"/>
    <w:rsid w:val="003232F2"/>
    <w:rsid w:val="0032585F"/>
    <w:rsid w:val="00334ED8"/>
    <w:rsid w:val="00342166"/>
    <w:rsid w:val="00357657"/>
    <w:rsid w:val="0038201A"/>
    <w:rsid w:val="0039716D"/>
    <w:rsid w:val="003D4059"/>
    <w:rsid w:val="004503ED"/>
    <w:rsid w:val="004814D8"/>
    <w:rsid w:val="004A4A1B"/>
    <w:rsid w:val="004E09DF"/>
    <w:rsid w:val="004E659D"/>
    <w:rsid w:val="005040CC"/>
    <w:rsid w:val="005106BE"/>
    <w:rsid w:val="0051734B"/>
    <w:rsid w:val="005253CC"/>
    <w:rsid w:val="005521AF"/>
    <w:rsid w:val="005B4A28"/>
    <w:rsid w:val="005F57D3"/>
    <w:rsid w:val="0060159A"/>
    <w:rsid w:val="00687943"/>
    <w:rsid w:val="006B4EB8"/>
    <w:rsid w:val="006D0BC8"/>
    <w:rsid w:val="007046DE"/>
    <w:rsid w:val="0072591C"/>
    <w:rsid w:val="007842B4"/>
    <w:rsid w:val="007C58CE"/>
    <w:rsid w:val="007D3D89"/>
    <w:rsid w:val="00810A16"/>
    <w:rsid w:val="00881C25"/>
    <w:rsid w:val="0088416B"/>
    <w:rsid w:val="008E525B"/>
    <w:rsid w:val="00936B24"/>
    <w:rsid w:val="00990E0D"/>
    <w:rsid w:val="009A28F0"/>
    <w:rsid w:val="009A6AC1"/>
    <w:rsid w:val="009E3525"/>
    <w:rsid w:val="00A0396B"/>
    <w:rsid w:val="00A51ABC"/>
    <w:rsid w:val="00A55E55"/>
    <w:rsid w:val="00A61125"/>
    <w:rsid w:val="00A80489"/>
    <w:rsid w:val="00AB5574"/>
    <w:rsid w:val="00B03EB3"/>
    <w:rsid w:val="00B0788C"/>
    <w:rsid w:val="00B370A5"/>
    <w:rsid w:val="00B66AA6"/>
    <w:rsid w:val="00B75DF4"/>
    <w:rsid w:val="00BE156F"/>
    <w:rsid w:val="00C13AE5"/>
    <w:rsid w:val="00C83210"/>
    <w:rsid w:val="00CF3432"/>
    <w:rsid w:val="00CF5E34"/>
    <w:rsid w:val="00D003F1"/>
    <w:rsid w:val="00D75D17"/>
    <w:rsid w:val="00D905A7"/>
    <w:rsid w:val="00DE660E"/>
    <w:rsid w:val="00DE6C79"/>
    <w:rsid w:val="00E47A3D"/>
    <w:rsid w:val="00E51160"/>
    <w:rsid w:val="00E74120"/>
    <w:rsid w:val="00EB2AA4"/>
    <w:rsid w:val="00EC0710"/>
    <w:rsid w:val="00ED3234"/>
    <w:rsid w:val="00F00D95"/>
    <w:rsid w:val="00F12BBA"/>
    <w:rsid w:val="00F56786"/>
    <w:rsid w:val="00FB3901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A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EB2AA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Month">
    <w:name w:val="Month"/>
    <w:basedOn w:val="Normal"/>
    <w:uiPriority w:val="1"/>
    <w:qFormat/>
    <w:rsid w:val="00F56786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F56786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7ACBE-304F-4C6C-AA7D-305FBA46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24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12</cp:revision>
  <cp:lastPrinted>2012-11-19T19:23:00Z</cp:lastPrinted>
  <dcterms:created xsi:type="dcterms:W3CDTF">2012-11-19T15:09:00Z</dcterms:created>
  <dcterms:modified xsi:type="dcterms:W3CDTF">2012-11-20T19:20:00Z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