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1603"/>
        <w:gridCol w:w="2437"/>
      </w:tblGrid>
      <w:tr w:rsidR="005C34D2" w:rsidTr="004E09C4">
        <w:trPr>
          <w:trHeight w:val="945"/>
        </w:trPr>
        <w:tc>
          <w:tcPr>
            <w:tcW w:w="413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5C34D2" w:rsidRDefault="005C34D2" w:rsidP="005C34D2">
            <w:pPr>
              <w:pStyle w:val="Month"/>
              <w:jc w:val="both"/>
              <w:rPr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7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</w:t>
            </w:r>
            <w:r w:rsidRPr="005C34D2">
              <w:rPr>
                <w:color w:val="000000" w:themeColor="text1"/>
                <w:sz w:val="24"/>
                <w:szCs w:val="24"/>
              </w:rPr>
              <w:t>6</w:t>
            </w:r>
            <w:r w:rsidRPr="005C34D2">
              <w:rPr>
                <w:color w:val="000000" w:themeColor="text1"/>
                <w:sz w:val="24"/>
                <w:szCs w:val="24"/>
              </w:rPr>
              <w:t>Wk</w:t>
            </w:r>
            <w:r w:rsidRPr="005C34D2">
              <w:rPr>
                <w:color w:val="000000" w:themeColor="text1"/>
                <w:sz w:val="24"/>
                <w:szCs w:val="24"/>
              </w:rPr>
              <w:t xml:space="preserve"> Monday/Wednesday</w:t>
            </w:r>
            <w:r w:rsidRPr="005C34D2">
              <w:rPr>
                <w:color w:val="000000" w:themeColor="text1"/>
                <w:sz w:val="24"/>
                <w:szCs w:val="24"/>
              </w:rPr>
              <w:t xml:space="preserve"> Class </w:t>
            </w:r>
            <w:r w:rsidRPr="005C34D2">
              <w:rPr>
                <w:color w:val="000000" w:themeColor="text1"/>
                <w:sz w:val="24"/>
                <w:szCs w:val="24"/>
              </w:rPr>
              <w:t>January/February</w:t>
            </w:r>
            <w:r w:rsidRPr="005C34D2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5C34D2">
              <w:rPr>
                <w:color w:val="000000" w:themeColor="text1"/>
                <w:sz w:val="24"/>
                <w:szCs w:val="24"/>
              </w:rPr>
              <w:t>Jan 7</w:t>
            </w:r>
            <w:r w:rsidRPr="005C34D2">
              <w:rPr>
                <w:color w:val="000000" w:themeColor="text1"/>
                <w:sz w:val="24"/>
                <w:szCs w:val="24"/>
              </w:rPr>
              <w:t xml:space="preserve"> – </w:t>
            </w:r>
            <w:r w:rsidRPr="005C34D2">
              <w:rPr>
                <w:color w:val="000000" w:themeColor="text1"/>
                <w:sz w:val="24"/>
                <w:szCs w:val="24"/>
              </w:rPr>
              <w:t>Feb 18)</w:t>
            </w:r>
          </w:p>
        </w:tc>
        <w:tc>
          <w:tcPr>
            <w:tcW w:w="868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5C34D2" w:rsidRDefault="005C34D2" w:rsidP="004E09C4">
            <w:pPr>
              <w:pStyle w:val="Year"/>
            </w:pPr>
            <w:r>
              <w:t>2013</w:t>
            </w:r>
          </w:p>
        </w:tc>
      </w:tr>
    </w:tbl>
    <w:p w:rsidR="00FC6B80" w:rsidRPr="003232F2" w:rsidRDefault="00026367" w:rsidP="003232F2">
      <w:pPr>
        <w:pStyle w:val="Heading2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</w:t>
      </w:r>
    </w:p>
    <w:tbl>
      <w:tblPr>
        <w:tblW w:w="14931" w:type="dxa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2073"/>
        <w:gridCol w:w="1977"/>
        <w:gridCol w:w="2070"/>
        <w:gridCol w:w="2250"/>
        <w:gridCol w:w="2250"/>
        <w:gridCol w:w="2223"/>
      </w:tblGrid>
      <w:tr w:rsidR="0038201A" w:rsidTr="00B57383">
        <w:trPr>
          <w:trHeight w:hRule="exact" w:val="500"/>
        </w:trPr>
        <w:tc>
          <w:tcPr>
            <w:tcW w:w="2088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073" w:type="dxa"/>
            <w:shd w:val="pct60" w:color="auto" w:fill="FFFFFF"/>
            <w:vAlign w:val="center"/>
          </w:tcPr>
          <w:p w:rsidR="00FC6B80" w:rsidRDefault="005B4A2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1977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7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25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250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223" w:type="dxa"/>
            <w:shd w:val="pct60" w:color="auto" w:fill="FFFFFF"/>
            <w:vAlign w:val="center"/>
          </w:tcPr>
          <w:p w:rsidR="00FC6B80" w:rsidRDefault="005B4A28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38201A" w:rsidTr="00B57383">
        <w:trPr>
          <w:trHeight w:hRule="exact" w:val="1018"/>
        </w:trPr>
        <w:tc>
          <w:tcPr>
            <w:tcW w:w="2088" w:type="dxa"/>
            <w:shd w:val="clear" w:color="auto" w:fill="FFFFFF" w:themeFill="background1"/>
          </w:tcPr>
          <w:p w:rsidR="0038201A" w:rsidRDefault="0043436F" w:rsidP="005253C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F5E34" w:rsidRPr="00CF5E34" w:rsidRDefault="00CF5E34" w:rsidP="00CF5E34">
            <w:pPr>
              <w:jc w:val="center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2073" w:type="dxa"/>
            <w:shd w:val="clear" w:color="auto" w:fill="FFFFFF" w:themeFill="background1"/>
          </w:tcPr>
          <w:p w:rsidR="00A51ABC" w:rsidRDefault="0043436F" w:rsidP="00A80489">
            <w:pPr>
              <w:tabs>
                <w:tab w:val="center" w:pos="882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B37E09" w:rsidRPr="00A67C9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A67C9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B37E09" w:rsidRPr="00A67C9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A67C92">
              <w:rPr>
                <w:rFonts w:ascii="Felix Titling" w:hAnsi="Felix Titling" w:cs="Times New Roman"/>
                <w:b/>
                <w:sz w:val="22"/>
                <w:szCs w:val="22"/>
              </w:rPr>
              <w:t>8:00AM-2:30PM</w:t>
            </w:r>
          </w:p>
          <w:p w:rsidR="00A80489" w:rsidRPr="00A80489" w:rsidRDefault="00A80489" w:rsidP="009E3525">
            <w:pPr>
              <w:jc w:val="center"/>
              <w:rPr>
                <w:rFonts w:ascii="Felix Titling" w:hAnsi="Felix Titling"/>
                <w:b/>
                <w:sz w:val="22"/>
                <w:szCs w:val="22"/>
              </w:rPr>
            </w:pPr>
          </w:p>
        </w:tc>
        <w:tc>
          <w:tcPr>
            <w:tcW w:w="1977" w:type="dxa"/>
          </w:tcPr>
          <w:p w:rsidR="009E3525" w:rsidRPr="00D905A7" w:rsidRDefault="0043436F" w:rsidP="0088416B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70" w:type="dxa"/>
          </w:tcPr>
          <w:p w:rsidR="009E3525" w:rsidRDefault="0043436F" w:rsidP="0088416B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B37E09" w:rsidRPr="00A67C9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A67C9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B37E09" w:rsidRPr="00A67C9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A67C92">
              <w:rPr>
                <w:rFonts w:ascii="Felix Titling" w:hAnsi="Felix Titling" w:cs="Times New Roman"/>
                <w:b/>
                <w:sz w:val="22"/>
                <w:szCs w:val="22"/>
              </w:rPr>
              <w:t>8:00AM-2:30PM</w:t>
            </w:r>
          </w:p>
          <w:p w:rsidR="00B37E09" w:rsidRPr="00D905A7" w:rsidRDefault="00B37E09" w:rsidP="0088416B">
            <w:pPr>
              <w:rPr>
                <w:sz w:val="24"/>
              </w:rPr>
            </w:pPr>
          </w:p>
        </w:tc>
        <w:tc>
          <w:tcPr>
            <w:tcW w:w="2250" w:type="dxa"/>
          </w:tcPr>
          <w:p w:rsidR="009E3525" w:rsidRPr="00D905A7" w:rsidRDefault="0043436F" w:rsidP="0088416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50" w:type="dxa"/>
          </w:tcPr>
          <w:p w:rsidR="00FC6B80" w:rsidRPr="00D905A7" w:rsidRDefault="0043436F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23" w:type="dxa"/>
          </w:tcPr>
          <w:p w:rsidR="00936B24" w:rsidRPr="00936B24" w:rsidRDefault="0043436F" w:rsidP="0043436F">
            <w:pPr>
              <w:rPr>
                <w:rFonts w:ascii="Felix Titling" w:hAnsi="Felix Titling" w:cs="Times New Roman"/>
                <w:b/>
                <w:sz w:val="22"/>
                <w:szCs w:val="22"/>
              </w:rPr>
            </w:pPr>
            <w:r>
              <w:rPr>
                <w:sz w:val="24"/>
              </w:rPr>
              <w:t>12</w:t>
            </w:r>
          </w:p>
        </w:tc>
      </w:tr>
      <w:tr w:rsidR="0038201A" w:rsidTr="00B57383">
        <w:trPr>
          <w:trHeight w:hRule="exact" w:val="1063"/>
        </w:trPr>
        <w:tc>
          <w:tcPr>
            <w:tcW w:w="2088" w:type="dxa"/>
          </w:tcPr>
          <w:p w:rsidR="00936B24" w:rsidRDefault="0043436F" w:rsidP="00936B24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9A6AC1" w:rsidRPr="00D905A7" w:rsidRDefault="009A6AC1" w:rsidP="00A80489">
            <w:pPr>
              <w:jc w:val="center"/>
              <w:rPr>
                <w:sz w:val="24"/>
              </w:rPr>
            </w:pPr>
          </w:p>
        </w:tc>
        <w:tc>
          <w:tcPr>
            <w:tcW w:w="2073" w:type="dxa"/>
          </w:tcPr>
          <w:p w:rsidR="009E3525" w:rsidRDefault="0043436F" w:rsidP="008841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8:00AM-2:30PM</w:t>
            </w:r>
          </w:p>
          <w:p w:rsidR="00B37E09" w:rsidRPr="009E3525" w:rsidRDefault="00B37E09" w:rsidP="0088416B">
            <w:pPr>
              <w:rPr>
                <w:sz w:val="22"/>
                <w:szCs w:val="22"/>
              </w:rPr>
            </w:pPr>
          </w:p>
        </w:tc>
        <w:tc>
          <w:tcPr>
            <w:tcW w:w="1977" w:type="dxa"/>
          </w:tcPr>
          <w:p w:rsidR="009E3525" w:rsidRPr="00D905A7" w:rsidRDefault="0043436F" w:rsidP="0088416B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70" w:type="dxa"/>
          </w:tcPr>
          <w:p w:rsidR="009E3525" w:rsidRDefault="0043436F" w:rsidP="0088416B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8:00AM-2:30PM</w:t>
            </w:r>
          </w:p>
          <w:p w:rsidR="00B37E09" w:rsidRPr="00D905A7" w:rsidRDefault="00B37E09" w:rsidP="0088416B">
            <w:pPr>
              <w:rPr>
                <w:sz w:val="24"/>
              </w:rPr>
            </w:pPr>
          </w:p>
        </w:tc>
        <w:tc>
          <w:tcPr>
            <w:tcW w:w="2250" w:type="dxa"/>
          </w:tcPr>
          <w:p w:rsidR="009E3525" w:rsidRPr="00D905A7" w:rsidRDefault="0043436F" w:rsidP="002A5DD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50" w:type="dxa"/>
            <w:shd w:val="clear" w:color="auto" w:fill="FFFFFF" w:themeFill="background1"/>
          </w:tcPr>
          <w:p w:rsidR="0088416B" w:rsidRDefault="0043436F" w:rsidP="0088416B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A51ABC" w:rsidRPr="00A51ABC" w:rsidRDefault="00A51ABC" w:rsidP="00A51ABC">
            <w:pPr>
              <w:rPr>
                <w:rFonts w:ascii="Times New Roman" w:hAnsi="Times New Roman" w:cs="Times New Roman"/>
                <w:b/>
                <w:color w:val="C00000"/>
                <w:sz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936B24" w:rsidRPr="00607574" w:rsidRDefault="0043436F" w:rsidP="00342166">
            <w:pPr>
              <w:rPr>
                <w:b/>
                <w:color w:val="C00000"/>
                <w:sz w:val="24"/>
              </w:rPr>
            </w:pPr>
            <w:r>
              <w:rPr>
                <w:sz w:val="24"/>
              </w:rPr>
              <w:t>19</w:t>
            </w:r>
          </w:p>
          <w:p w:rsidR="009A6AC1" w:rsidRPr="00D905A7" w:rsidRDefault="009A6AC1" w:rsidP="00936B24">
            <w:pPr>
              <w:rPr>
                <w:sz w:val="24"/>
              </w:rPr>
            </w:pPr>
          </w:p>
        </w:tc>
      </w:tr>
      <w:tr w:rsidR="0038201A" w:rsidTr="00B57383">
        <w:trPr>
          <w:trHeight w:hRule="exact" w:val="1090"/>
        </w:trPr>
        <w:tc>
          <w:tcPr>
            <w:tcW w:w="2088" w:type="dxa"/>
            <w:shd w:val="clear" w:color="auto" w:fill="FFFFFF" w:themeFill="background1"/>
          </w:tcPr>
          <w:p w:rsidR="009A6AC1" w:rsidRPr="00607574" w:rsidRDefault="0043436F" w:rsidP="00936B24">
            <w:pPr>
              <w:rPr>
                <w:b/>
                <w:color w:val="C00000"/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73" w:type="dxa"/>
            <w:shd w:val="clear" w:color="auto" w:fill="FFFFFF" w:themeFill="background1"/>
          </w:tcPr>
          <w:p w:rsidR="00990E0D" w:rsidRDefault="0043436F" w:rsidP="0043436F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B37E09" w:rsidRPr="00B37E09" w:rsidRDefault="00B37E09" w:rsidP="00B37E09">
            <w:pPr>
              <w:jc w:val="center"/>
              <w:rPr>
                <w:b/>
                <w:color w:val="C00000"/>
                <w:sz w:val="22"/>
                <w:szCs w:val="22"/>
              </w:rPr>
            </w:pPr>
            <w:r w:rsidRPr="00B37E09">
              <w:rPr>
                <w:b/>
                <w:color w:val="C00000"/>
                <w:sz w:val="22"/>
                <w:szCs w:val="22"/>
              </w:rPr>
              <w:t>MARTIN LUTHER KING JR. DAY!</w:t>
            </w:r>
          </w:p>
          <w:p w:rsidR="00936B24" w:rsidRPr="00936B24" w:rsidRDefault="00936B24" w:rsidP="007D3D89">
            <w:pPr>
              <w:jc w:val="center"/>
              <w:rPr>
                <w:b/>
                <w:color w:val="C00000"/>
                <w:sz w:val="24"/>
              </w:rPr>
            </w:pPr>
          </w:p>
        </w:tc>
        <w:tc>
          <w:tcPr>
            <w:tcW w:w="1977" w:type="dxa"/>
            <w:shd w:val="clear" w:color="auto" w:fill="FFFFFF" w:themeFill="background1"/>
          </w:tcPr>
          <w:p w:rsidR="009E3525" w:rsidRPr="00D905A7" w:rsidRDefault="0043436F" w:rsidP="002A5DD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070" w:type="dxa"/>
            <w:shd w:val="clear" w:color="auto" w:fill="FFFFFF" w:themeFill="background1"/>
          </w:tcPr>
          <w:p w:rsidR="009E3525" w:rsidRDefault="0043436F" w:rsidP="002A5DD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8:00AM-2:30PM</w:t>
            </w:r>
          </w:p>
          <w:p w:rsidR="00B37E09" w:rsidRPr="002A5DD6" w:rsidRDefault="00B37E09" w:rsidP="002A5DD6">
            <w:pPr>
              <w:rPr>
                <w:sz w:val="24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F12BBA" w:rsidRPr="00D905A7" w:rsidRDefault="0043436F" w:rsidP="002A5DD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50" w:type="dxa"/>
            <w:shd w:val="clear" w:color="auto" w:fill="FFFFFF" w:themeFill="background1"/>
          </w:tcPr>
          <w:p w:rsidR="00FC6B80" w:rsidRPr="00D905A7" w:rsidRDefault="0043436F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3" w:type="dxa"/>
            <w:shd w:val="clear" w:color="auto" w:fill="FFFFFF" w:themeFill="background1"/>
          </w:tcPr>
          <w:p w:rsidR="00936B24" w:rsidRPr="00D905A7" w:rsidRDefault="0043436F" w:rsidP="0043436F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38201A" w:rsidTr="00B57383">
        <w:trPr>
          <w:trHeight w:hRule="exact" w:val="1171"/>
        </w:trPr>
        <w:tc>
          <w:tcPr>
            <w:tcW w:w="2088" w:type="dxa"/>
            <w:shd w:val="clear" w:color="auto" w:fill="FFFFFF" w:themeFill="background1"/>
          </w:tcPr>
          <w:p w:rsidR="00936B24" w:rsidRPr="00D905A7" w:rsidRDefault="0043436F" w:rsidP="00936B24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73" w:type="dxa"/>
            <w:shd w:val="clear" w:color="auto" w:fill="FFFFFF" w:themeFill="background1"/>
          </w:tcPr>
          <w:p w:rsidR="00F12BBA" w:rsidRDefault="0043436F" w:rsidP="002A5DD6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28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8:00AM-2:30PM</w:t>
            </w:r>
          </w:p>
          <w:p w:rsidR="00B37E09" w:rsidRPr="009E3525" w:rsidRDefault="00B37E09" w:rsidP="002A5DD6">
            <w:pPr>
              <w:rPr>
                <w:color w:val="000000" w:themeColor="text1"/>
                <w:sz w:val="24"/>
              </w:rPr>
            </w:pPr>
          </w:p>
        </w:tc>
        <w:tc>
          <w:tcPr>
            <w:tcW w:w="1977" w:type="dxa"/>
            <w:shd w:val="clear" w:color="auto" w:fill="FFFFFF" w:themeFill="background1"/>
          </w:tcPr>
          <w:p w:rsidR="00F12BBA" w:rsidRPr="00D905A7" w:rsidRDefault="0043436F" w:rsidP="002A5DD6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070" w:type="dxa"/>
            <w:shd w:val="clear" w:color="auto" w:fill="FFFFFF" w:themeFill="background1"/>
          </w:tcPr>
          <w:p w:rsidR="00F12BBA" w:rsidRDefault="0043436F" w:rsidP="002A5DD6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8:00AM-2:30PM</w:t>
            </w:r>
          </w:p>
          <w:p w:rsidR="00B37E09" w:rsidRPr="00D905A7" w:rsidRDefault="00B37E09" w:rsidP="002A5DD6">
            <w:pPr>
              <w:rPr>
                <w:sz w:val="24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F12BBA" w:rsidRPr="00D905A7" w:rsidRDefault="0043436F" w:rsidP="002A5DD6">
            <w:pPr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D905A7" w:rsidRPr="00D905A7" w:rsidRDefault="00B37E09" w:rsidP="00687943">
            <w:pPr>
              <w:rPr>
                <w:sz w:val="24"/>
              </w:rPr>
            </w:pPr>
            <w:r>
              <w:rPr>
                <w:sz w:val="24"/>
              </w:rPr>
              <w:t xml:space="preserve">February </w:t>
            </w:r>
            <w:r w:rsidR="0043436F">
              <w:rPr>
                <w:sz w:val="24"/>
              </w:rPr>
              <w:t>1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936B24" w:rsidRDefault="0043436F" w:rsidP="0043436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A80489" w:rsidRPr="00A51ABC" w:rsidRDefault="00A80489" w:rsidP="00A80489">
            <w:pPr>
              <w:rPr>
                <w:rFonts w:ascii="Times New Roman" w:hAnsi="Times New Roman" w:cs="Times New Roman"/>
                <w:b/>
                <w:color w:val="C00000"/>
                <w:sz w:val="24"/>
              </w:rPr>
            </w:pPr>
          </w:p>
        </w:tc>
      </w:tr>
      <w:tr w:rsidR="0038201A" w:rsidTr="00B57383">
        <w:trPr>
          <w:trHeight w:hRule="exact" w:val="1036"/>
        </w:trPr>
        <w:tc>
          <w:tcPr>
            <w:tcW w:w="2088" w:type="dxa"/>
            <w:shd w:val="clear" w:color="auto" w:fill="D9D9D9" w:themeFill="background1" w:themeFillShade="D9"/>
          </w:tcPr>
          <w:p w:rsidR="00936B24" w:rsidRDefault="0043436F" w:rsidP="00936B2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990E0D" w:rsidRPr="00D905A7" w:rsidRDefault="00990E0D" w:rsidP="002A4860">
            <w:pPr>
              <w:rPr>
                <w:sz w:val="24"/>
              </w:rPr>
            </w:pPr>
          </w:p>
        </w:tc>
        <w:tc>
          <w:tcPr>
            <w:tcW w:w="2073" w:type="dxa"/>
            <w:shd w:val="clear" w:color="auto" w:fill="D9D9D9" w:themeFill="background1" w:themeFillShade="D9"/>
          </w:tcPr>
          <w:p w:rsidR="00F12BBA" w:rsidRDefault="0043436F" w:rsidP="002A5D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B37E09" w:rsidRPr="005C34D2" w:rsidRDefault="00AF6F9D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8:00AM-2:30PM</w:t>
            </w:r>
          </w:p>
          <w:p w:rsidR="00B37E09" w:rsidRPr="00D905A7" w:rsidRDefault="00B37E09" w:rsidP="002A5DD6">
            <w:pPr>
              <w:rPr>
                <w:sz w:val="24"/>
              </w:rPr>
            </w:pPr>
          </w:p>
        </w:tc>
        <w:tc>
          <w:tcPr>
            <w:tcW w:w="1977" w:type="dxa"/>
            <w:shd w:val="clear" w:color="auto" w:fill="D9D9D9" w:themeFill="background1" w:themeFillShade="D9"/>
          </w:tcPr>
          <w:p w:rsidR="00257903" w:rsidRPr="00D905A7" w:rsidRDefault="0043436F" w:rsidP="002A5DD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F12BBA" w:rsidRDefault="00B37E09" w:rsidP="002A5DD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B37E09" w:rsidRPr="005C34D2" w:rsidRDefault="00AF6F9D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8:00AM-2:30PM</w:t>
            </w:r>
          </w:p>
          <w:p w:rsidR="00B37E09" w:rsidRPr="00D905A7" w:rsidRDefault="00B37E09" w:rsidP="002A5DD6">
            <w:pPr>
              <w:rPr>
                <w:sz w:val="24"/>
              </w:rPr>
            </w:pPr>
          </w:p>
        </w:tc>
        <w:tc>
          <w:tcPr>
            <w:tcW w:w="2250" w:type="dxa"/>
            <w:shd w:val="clear" w:color="auto" w:fill="D9D9D9" w:themeFill="background1" w:themeFillShade="D9"/>
          </w:tcPr>
          <w:p w:rsidR="00257903" w:rsidRPr="00D905A7" w:rsidRDefault="00B37E09" w:rsidP="0009206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C6B80" w:rsidRPr="00D905A7" w:rsidRDefault="00B37E09" w:rsidP="0009206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936B24" w:rsidRPr="00D905A7" w:rsidRDefault="00B37E09" w:rsidP="00B37E0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38201A" w:rsidTr="00B57383">
        <w:trPr>
          <w:trHeight w:hRule="exact" w:val="1306"/>
        </w:trPr>
        <w:tc>
          <w:tcPr>
            <w:tcW w:w="2088" w:type="dxa"/>
            <w:shd w:val="clear" w:color="auto" w:fill="D9D9D9" w:themeFill="background1" w:themeFillShade="D9"/>
          </w:tcPr>
          <w:p w:rsidR="00936B24" w:rsidRPr="00D905A7" w:rsidRDefault="00B37E09" w:rsidP="00936B24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73" w:type="dxa"/>
            <w:shd w:val="clear" w:color="auto" w:fill="D9D9D9" w:themeFill="background1" w:themeFillShade="D9"/>
          </w:tcPr>
          <w:p w:rsidR="00810A16" w:rsidRDefault="00B37E09" w:rsidP="00F12B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B37E09" w:rsidRPr="005C34D2" w:rsidRDefault="00AF6F9D" w:rsidP="00B37E09">
            <w:pPr>
              <w:tabs>
                <w:tab w:val="center" w:pos="882"/>
              </w:tabs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5C34D2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5C34D2">
              <w:rPr>
                <w:rFonts w:ascii="Cooper Black" w:hAnsi="Cooper Black" w:cs="Times New Roman"/>
                <w:b/>
                <w:sz w:val="22"/>
                <w:szCs w:val="22"/>
              </w:rPr>
              <w:t>7:00AM-3:30PM</w:t>
            </w:r>
          </w:p>
          <w:p w:rsidR="00B37E09" w:rsidRPr="00F12BBA" w:rsidRDefault="00B37E09" w:rsidP="00F12BBA">
            <w:pPr>
              <w:rPr>
                <w:b/>
                <w:sz w:val="22"/>
                <w:szCs w:val="22"/>
              </w:rPr>
            </w:pPr>
          </w:p>
        </w:tc>
        <w:tc>
          <w:tcPr>
            <w:tcW w:w="1977" w:type="dxa"/>
            <w:shd w:val="clear" w:color="auto" w:fill="D9D9D9" w:themeFill="background1" w:themeFillShade="D9"/>
          </w:tcPr>
          <w:p w:rsidR="00810A16" w:rsidRPr="00D905A7" w:rsidRDefault="00B37E09" w:rsidP="00092064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810A16" w:rsidRDefault="00B37E09" w:rsidP="00092064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B37E09" w:rsidRPr="005C34D2" w:rsidRDefault="00AF6F9D" w:rsidP="00B37E09">
            <w:pPr>
              <w:tabs>
                <w:tab w:val="center" w:pos="882"/>
              </w:tabs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5C34D2">
              <w:rPr>
                <w:rFonts w:ascii="Cooper Black" w:hAnsi="Cooper Black" w:cs="Times New Roman"/>
                <w:b/>
                <w:sz w:val="22"/>
                <w:szCs w:val="22"/>
              </w:rPr>
              <w:t>STNA CLINICAL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Cooper Black" w:hAnsi="Cooper Black" w:cs="Times New Roman"/>
                <w:b/>
                <w:sz w:val="22"/>
                <w:szCs w:val="22"/>
              </w:rPr>
            </w:pPr>
            <w:r w:rsidRPr="005C34D2">
              <w:rPr>
                <w:rFonts w:ascii="Cooper Black" w:hAnsi="Cooper Black" w:cs="Times New Roman"/>
                <w:b/>
                <w:sz w:val="22"/>
                <w:szCs w:val="22"/>
              </w:rPr>
              <w:t>7:00AM-3:30PM</w:t>
            </w:r>
          </w:p>
          <w:p w:rsidR="00B37E09" w:rsidRPr="00D905A7" w:rsidRDefault="00B37E09" w:rsidP="00092064">
            <w:pPr>
              <w:rPr>
                <w:sz w:val="24"/>
              </w:rPr>
            </w:pPr>
          </w:p>
        </w:tc>
        <w:tc>
          <w:tcPr>
            <w:tcW w:w="2250" w:type="dxa"/>
            <w:shd w:val="clear" w:color="auto" w:fill="D9D9D9" w:themeFill="background1" w:themeFillShade="D9"/>
          </w:tcPr>
          <w:p w:rsidR="00257903" w:rsidRPr="00D905A7" w:rsidRDefault="00B37E09" w:rsidP="00257903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FC6B80" w:rsidRPr="00D905A7" w:rsidRDefault="00B37E09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936B24" w:rsidRPr="00D905A7" w:rsidRDefault="00B37E09" w:rsidP="00B37E09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B37E09" w:rsidTr="00B57383">
        <w:trPr>
          <w:trHeight w:hRule="exact" w:val="1081"/>
        </w:trPr>
        <w:tc>
          <w:tcPr>
            <w:tcW w:w="2088" w:type="dxa"/>
            <w:shd w:val="clear" w:color="auto" w:fill="D9D9D9" w:themeFill="background1" w:themeFillShade="D9"/>
          </w:tcPr>
          <w:p w:rsidR="00B37E09" w:rsidRDefault="00B37E09" w:rsidP="00936B24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73" w:type="dxa"/>
            <w:shd w:val="clear" w:color="auto" w:fill="D9D9D9" w:themeFill="background1" w:themeFillShade="D9"/>
          </w:tcPr>
          <w:p w:rsidR="00B37E09" w:rsidRDefault="00B37E09" w:rsidP="00F12B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STNA CLASS</w:t>
            </w:r>
          </w:p>
          <w:p w:rsidR="00B37E09" w:rsidRPr="005C34D2" w:rsidRDefault="00B37E09" w:rsidP="00B37E09">
            <w:pPr>
              <w:tabs>
                <w:tab w:val="center" w:pos="882"/>
              </w:tabs>
              <w:jc w:val="center"/>
              <w:rPr>
                <w:rFonts w:ascii="Felix Titling" w:hAnsi="Felix Titling" w:cs="Times New Roman"/>
                <w:b/>
                <w:sz w:val="22"/>
                <w:szCs w:val="22"/>
              </w:rPr>
            </w:pPr>
            <w:r w:rsidRPr="005C34D2">
              <w:rPr>
                <w:rFonts w:ascii="Felix Titling" w:hAnsi="Felix Titling" w:cs="Times New Roman"/>
                <w:b/>
                <w:sz w:val="22"/>
                <w:szCs w:val="22"/>
              </w:rPr>
              <w:t>8:00AM-2:30PM</w:t>
            </w:r>
          </w:p>
          <w:p w:rsidR="00B37E09" w:rsidRDefault="00B37E09" w:rsidP="00F12BBA">
            <w:pPr>
              <w:rPr>
                <w:sz w:val="22"/>
                <w:szCs w:val="22"/>
              </w:rPr>
            </w:pPr>
          </w:p>
        </w:tc>
        <w:tc>
          <w:tcPr>
            <w:tcW w:w="1977" w:type="dxa"/>
            <w:shd w:val="clear" w:color="auto" w:fill="D9D9D9" w:themeFill="background1" w:themeFillShade="D9"/>
          </w:tcPr>
          <w:p w:rsidR="00B37E09" w:rsidRDefault="00B37E09" w:rsidP="00092064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B37E09" w:rsidRDefault="00B37E09" w:rsidP="00092064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B37E09" w:rsidRDefault="00B37E09" w:rsidP="00257903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B37E09" w:rsidRDefault="00B37E09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B37E09" w:rsidRDefault="00B37E09" w:rsidP="00B37E09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FC6B80" w:rsidRDefault="00FC6B80"/>
    <w:p w:rsidR="00FC6B80" w:rsidRDefault="00FC6B80">
      <w:pPr>
        <w:jc w:val="center"/>
      </w:pPr>
    </w:p>
    <w:sectPr w:rsidR="00FC6B80" w:rsidSect="00FC6B8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05A7"/>
    <w:rsid w:val="00026367"/>
    <w:rsid w:val="000862A3"/>
    <w:rsid w:val="00092064"/>
    <w:rsid w:val="00092279"/>
    <w:rsid w:val="00096F7F"/>
    <w:rsid w:val="000F3D8D"/>
    <w:rsid w:val="001154AA"/>
    <w:rsid w:val="001227BC"/>
    <w:rsid w:val="001963C6"/>
    <w:rsid w:val="00257903"/>
    <w:rsid w:val="002A4860"/>
    <w:rsid w:val="002A5DD6"/>
    <w:rsid w:val="003232F2"/>
    <w:rsid w:val="0032585F"/>
    <w:rsid w:val="00334ED8"/>
    <w:rsid w:val="00342166"/>
    <w:rsid w:val="00357657"/>
    <w:rsid w:val="0038201A"/>
    <w:rsid w:val="0039716D"/>
    <w:rsid w:val="003D4059"/>
    <w:rsid w:val="0043436F"/>
    <w:rsid w:val="004503ED"/>
    <w:rsid w:val="004613C1"/>
    <w:rsid w:val="004814D8"/>
    <w:rsid w:val="005040CC"/>
    <w:rsid w:val="0051734B"/>
    <w:rsid w:val="005253CC"/>
    <w:rsid w:val="005273A3"/>
    <w:rsid w:val="005521AF"/>
    <w:rsid w:val="005B4A28"/>
    <w:rsid w:val="005C34D2"/>
    <w:rsid w:val="0060159A"/>
    <w:rsid w:val="00607574"/>
    <w:rsid w:val="00687943"/>
    <w:rsid w:val="006B4EB8"/>
    <w:rsid w:val="006D0BC8"/>
    <w:rsid w:val="007174D4"/>
    <w:rsid w:val="0072591C"/>
    <w:rsid w:val="007842B4"/>
    <w:rsid w:val="007972AD"/>
    <w:rsid w:val="007C58CE"/>
    <w:rsid w:val="007D3D89"/>
    <w:rsid w:val="00810A16"/>
    <w:rsid w:val="00881C25"/>
    <w:rsid w:val="0088416B"/>
    <w:rsid w:val="008E525B"/>
    <w:rsid w:val="00936B24"/>
    <w:rsid w:val="00990E0D"/>
    <w:rsid w:val="009A28F0"/>
    <w:rsid w:val="009A6AC1"/>
    <w:rsid w:val="009E0DE3"/>
    <w:rsid w:val="009E3525"/>
    <w:rsid w:val="00A0396B"/>
    <w:rsid w:val="00A51ABC"/>
    <w:rsid w:val="00A61125"/>
    <w:rsid w:val="00A67C92"/>
    <w:rsid w:val="00A80489"/>
    <w:rsid w:val="00AC31FE"/>
    <w:rsid w:val="00AF6F9D"/>
    <w:rsid w:val="00B03EB3"/>
    <w:rsid w:val="00B14515"/>
    <w:rsid w:val="00B35530"/>
    <w:rsid w:val="00B370A5"/>
    <w:rsid w:val="00B37E09"/>
    <w:rsid w:val="00B57383"/>
    <w:rsid w:val="00B66AA6"/>
    <w:rsid w:val="00C1102B"/>
    <w:rsid w:val="00C75064"/>
    <w:rsid w:val="00C83210"/>
    <w:rsid w:val="00CF3432"/>
    <w:rsid w:val="00CF5E34"/>
    <w:rsid w:val="00D905A7"/>
    <w:rsid w:val="00DE660E"/>
    <w:rsid w:val="00DE6C79"/>
    <w:rsid w:val="00E47A3D"/>
    <w:rsid w:val="00E74120"/>
    <w:rsid w:val="00EC0710"/>
    <w:rsid w:val="00ED3234"/>
    <w:rsid w:val="00F00D95"/>
    <w:rsid w:val="00F12BBA"/>
    <w:rsid w:val="00F80F12"/>
    <w:rsid w:val="00F81F02"/>
    <w:rsid w:val="00FC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B80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6B80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B80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B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B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paragraph" w:customStyle="1" w:styleId="Month">
    <w:name w:val="Month"/>
    <w:basedOn w:val="Normal"/>
    <w:uiPriority w:val="1"/>
    <w:qFormat/>
    <w:rsid w:val="005C34D2"/>
    <w:pPr>
      <w:autoSpaceDE/>
      <w:autoSpaceDN/>
    </w:pPr>
    <w:rPr>
      <w:rFonts w:ascii="Century Gothic" w:eastAsia="MS Gothic" w:hAnsi="Century Gothic" w:cs="Times New Roman"/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5C34D2"/>
    <w:pPr>
      <w:autoSpaceDE/>
      <w:autoSpaceDN/>
      <w:spacing w:after="120"/>
      <w:jc w:val="right"/>
    </w:pPr>
    <w:rPr>
      <w:rFonts w:ascii="Century Gothic" w:eastAsia="MS Gothic" w:hAnsi="Century Gothic" w:cs="Times New Roman"/>
      <w:b/>
      <w:color w:val="7F7F7F"/>
      <w:sz w:val="96"/>
      <w:szCs w:val="6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dWorld_7DayCalendar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77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7</cp:revision>
  <cp:lastPrinted>2012-11-19T19:29:00Z</cp:lastPrinted>
  <dcterms:created xsi:type="dcterms:W3CDTF">2012-11-19T16:34:00Z</dcterms:created>
  <dcterms:modified xsi:type="dcterms:W3CDTF">2012-11-20T15:28:00Z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